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AA0" w:rsidRPr="004E6DCB" w:rsidRDefault="00033729" w:rsidP="003E2852">
      <w:pPr>
        <w:pStyle w:val="unnamed1"/>
        <w:spacing w:before="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4E6DCB">
        <w:rPr>
          <w:rFonts w:asciiTheme="minorHAnsi" w:hAnsiTheme="minorHAnsi"/>
          <w:b/>
          <w:sz w:val="24"/>
          <w:szCs w:val="24"/>
        </w:rPr>
        <w:t xml:space="preserve">ENCONTRO 6: </w:t>
      </w:r>
      <w:r w:rsidR="00486C94" w:rsidRPr="004E6DCB">
        <w:rPr>
          <w:rFonts w:asciiTheme="minorHAnsi" w:hAnsiTheme="minorHAnsi"/>
          <w:b/>
          <w:sz w:val="24"/>
          <w:szCs w:val="24"/>
        </w:rPr>
        <w:t>SEGREDOS DO UNIVERSO: UTILIZANDO O CELESTIA PARA CONHECER E EXPLORAR O ESPAÇO SEM MISTÉRIOS</w:t>
      </w:r>
    </w:p>
    <w:p w:rsidR="008B3AA0" w:rsidRPr="004E6DCB" w:rsidRDefault="008B3AA0" w:rsidP="003E2852">
      <w:pPr>
        <w:pStyle w:val="unnamed1"/>
        <w:spacing w:before="0"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Estilo1"/>
        <w:tblW w:w="14218" w:type="dxa"/>
        <w:tblLook w:val="04A0" w:firstRow="1" w:lastRow="0" w:firstColumn="1" w:lastColumn="0" w:noHBand="0" w:noVBand="1"/>
      </w:tblPr>
      <w:tblGrid>
        <w:gridCol w:w="2312"/>
        <w:gridCol w:w="1057"/>
        <w:gridCol w:w="2996"/>
        <w:gridCol w:w="4860"/>
        <w:gridCol w:w="2993"/>
      </w:tblGrid>
      <w:tr w:rsidR="008B3AA0" w:rsidRPr="004E6DCB" w:rsidTr="007E79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12" w:type="dxa"/>
          </w:tcPr>
          <w:p w:rsidR="008B3AA0" w:rsidRPr="004E6DCB" w:rsidRDefault="008B3AA0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>AÇÃO</w:t>
            </w:r>
          </w:p>
        </w:tc>
        <w:tc>
          <w:tcPr>
            <w:tcW w:w="1057" w:type="dxa"/>
          </w:tcPr>
          <w:p w:rsidR="008B3AA0" w:rsidRPr="004E6DCB" w:rsidRDefault="008B3AA0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>TEMPO</w:t>
            </w:r>
          </w:p>
        </w:tc>
        <w:tc>
          <w:tcPr>
            <w:tcW w:w="2996" w:type="dxa"/>
          </w:tcPr>
          <w:p w:rsidR="008B3AA0" w:rsidRPr="004E6DCB" w:rsidRDefault="008B3AA0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>ATIVIDADE</w:t>
            </w:r>
          </w:p>
        </w:tc>
        <w:tc>
          <w:tcPr>
            <w:tcW w:w="4860" w:type="dxa"/>
          </w:tcPr>
          <w:p w:rsidR="008B3AA0" w:rsidRPr="004E6DCB" w:rsidRDefault="008B3AA0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>DESENVOLVIMENTO DA ATIVIDADE</w:t>
            </w:r>
          </w:p>
        </w:tc>
        <w:tc>
          <w:tcPr>
            <w:tcW w:w="2993" w:type="dxa"/>
          </w:tcPr>
          <w:p w:rsidR="008B3AA0" w:rsidRPr="004E6DCB" w:rsidRDefault="008B3AA0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>RECURSOS NECESSÁRIOS</w:t>
            </w:r>
          </w:p>
        </w:tc>
      </w:tr>
      <w:tr w:rsidR="008B3AA0" w:rsidRPr="004E6DCB" w:rsidTr="007E7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12" w:type="dxa"/>
          </w:tcPr>
          <w:p w:rsidR="008B3AA0" w:rsidRPr="004E6DCB" w:rsidRDefault="008B3AA0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E6DCB">
              <w:rPr>
                <w:rFonts w:asciiTheme="minorHAnsi" w:hAnsiTheme="minorHAnsi"/>
                <w:b/>
                <w:sz w:val="20"/>
                <w:szCs w:val="20"/>
              </w:rPr>
              <w:t>AQUECIMENTO</w:t>
            </w:r>
          </w:p>
        </w:tc>
        <w:tc>
          <w:tcPr>
            <w:tcW w:w="1057" w:type="dxa"/>
          </w:tcPr>
          <w:p w:rsidR="008B3AA0" w:rsidRPr="004E6DCB" w:rsidRDefault="008B3AA0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>15 min</w:t>
            </w:r>
          </w:p>
        </w:tc>
        <w:tc>
          <w:tcPr>
            <w:tcW w:w="2996" w:type="dxa"/>
          </w:tcPr>
          <w:p w:rsidR="008B3AA0" w:rsidRPr="004E6DCB" w:rsidRDefault="008B3AA0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>Perguntas desafiadoras</w:t>
            </w:r>
          </w:p>
        </w:tc>
        <w:tc>
          <w:tcPr>
            <w:tcW w:w="4860" w:type="dxa"/>
          </w:tcPr>
          <w:p w:rsidR="00B91A2C" w:rsidRPr="004E6DCB" w:rsidRDefault="008B3AA0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 xml:space="preserve">- Lance a 1ª pergunta: </w:t>
            </w:r>
            <w:r w:rsidR="00B91A2C" w:rsidRPr="004E6DCB">
              <w:rPr>
                <w:rFonts w:asciiTheme="minorHAnsi" w:hAnsiTheme="minorHAnsi"/>
                <w:sz w:val="20"/>
                <w:szCs w:val="20"/>
              </w:rPr>
              <w:t>Você já se questionou o porqu</w:t>
            </w:r>
            <w:r w:rsidR="008A6A51" w:rsidRPr="004E6DCB">
              <w:rPr>
                <w:rFonts w:asciiTheme="minorHAnsi" w:hAnsiTheme="minorHAnsi"/>
                <w:sz w:val="20"/>
                <w:szCs w:val="20"/>
              </w:rPr>
              <w:t>ê</w:t>
            </w:r>
            <w:r w:rsidR="00B91A2C" w:rsidRPr="004E6DCB">
              <w:rPr>
                <w:rFonts w:asciiTheme="minorHAnsi" w:hAnsiTheme="minorHAnsi"/>
                <w:sz w:val="20"/>
                <w:szCs w:val="20"/>
              </w:rPr>
              <w:t xml:space="preserve"> de assun</w:t>
            </w:r>
            <w:r w:rsidR="004342DD" w:rsidRPr="004E6DCB">
              <w:rPr>
                <w:rFonts w:asciiTheme="minorHAnsi" w:hAnsiTheme="minorHAnsi"/>
                <w:sz w:val="20"/>
                <w:szCs w:val="20"/>
              </w:rPr>
              <w:t>tos relacionados ao universo e à</w:t>
            </w:r>
            <w:r w:rsidR="00B91A2C" w:rsidRPr="004E6DCB">
              <w:rPr>
                <w:rFonts w:asciiTheme="minorHAnsi" w:hAnsiTheme="minorHAnsi"/>
                <w:sz w:val="20"/>
                <w:szCs w:val="20"/>
              </w:rPr>
              <w:t xml:space="preserve"> astronomia despertar</w:t>
            </w:r>
            <w:r w:rsidR="008A6A51" w:rsidRPr="004E6DCB">
              <w:rPr>
                <w:rFonts w:asciiTheme="minorHAnsi" w:hAnsiTheme="minorHAnsi"/>
                <w:sz w:val="20"/>
                <w:szCs w:val="20"/>
              </w:rPr>
              <w:t>em</w:t>
            </w:r>
            <w:r w:rsidR="00B91A2C" w:rsidRPr="004E6DCB">
              <w:rPr>
                <w:rFonts w:asciiTheme="minorHAnsi" w:hAnsiTheme="minorHAnsi"/>
                <w:sz w:val="20"/>
                <w:szCs w:val="20"/>
              </w:rPr>
              <w:t xml:space="preserve"> tanto o interesse das pessoas, independente</w:t>
            </w:r>
            <w:r w:rsidR="006407B5" w:rsidRPr="004E6DCB">
              <w:rPr>
                <w:rFonts w:asciiTheme="minorHAnsi" w:hAnsiTheme="minorHAnsi"/>
                <w:sz w:val="20"/>
                <w:szCs w:val="20"/>
              </w:rPr>
              <w:t>mente</w:t>
            </w:r>
            <w:r w:rsidR="00B91A2C" w:rsidRPr="004E6DCB">
              <w:rPr>
                <w:rFonts w:asciiTheme="minorHAnsi" w:hAnsiTheme="minorHAnsi"/>
                <w:sz w:val="20"/>
                <w:szCs w:val="20"/>
              </w:rPr>
              <w:t xml:space="preserve"> da idade?</w:t>
            </w:r>
          </w:p>
          <w:p w:rsidR="008B3AA0" w:rsidRPr="004E6DCB" w:rsidRDefault="008B3AA0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 xml:space="preserve">- Lance a 2ª pergunta: </w:t>
            </w:r>
            <w:r w:rsidR="008A6A51" w:rsidRPr="004E6DCB">
              <w:rPr>
                <w:rFonts w:asciiTheme="minorHAnsi" w:hAnsiTheme="minorHAnsi"/>
                <w:sz w:val="20"/>
                <w:szCs w:val="20"/>
              </w:rPr>
              <w:t>D</w:t>
            </w:r>
            <w:r w:rsidR="00074D70" w:rsidRPr="004E6DCB">
              <w:rPr>
                <w:rFonts w:asciiTheme="minorHAnsi" w:hAnsiTheme="minorHAnsi"/>
                <w:sz w:val="20"/>
                <w:szCs w:val="20"/>
              </w:rPr>
              <w:t>iante de tamanho interesse por estes temas, qual a sua maior dificuldade em trabalhar com o</w:t>
            </w:r>
            <w:r w:rsidR="008A6A51" w:rsidRPr="004E6DCB">
              <w:rPr>
                <w:rFonts w:asciiTheme="minorHAnsi" w:hAnsiTheme="minorHAnsi"/>
                <w:sz w:val="20"/>
                <w:szCs w:val="20"/>
              </w:rPr>
              <w:t>s</w:t>
            </w:r>
            <w:r w:rsidR="00074D70" w:rsidRPr="004E6DCB">
              <w:rPr>
                <w:rFonts w:asciiTheme="minorHAnsi" w:hAnsiTheme="minorHAnsi"/>
                <w:sz w:val="20"/>
                <w:szCs w:val="20"/>
              </w:rPr>
              <w:t xml:space="preserve"> mesmo</w:t>
            </w:r>
            <w:r w:rsidR="008A6A51" w:rsidRPr="004E6DCB">
              <w:rPr>
                <w:rFonts w:asciiTheme="minorHAnsi" w:hAnsiTheme="minorHAnsi"/>
                <w:sz w:val="20"/>
                <w:szCs w:val="20"/>
              </w:rPr>
              <w:t>s</w:t>
            </w:r>
            <w:r w:rsidR="00074D70" w:rsidRPr="004E6DCB">
              <w:rPr>
                <w:rFonts w:asciiTheme="minorHAnsi" w:hAnsiTheme="minorHAnsi"/>
                <w:sz w:val="20"/>
                <w:szCs w:val="20"/>
              </w:rPr>
              <w:t>?</w:t>
            </w:r>
          </w:p>
          <w:p w:rsidR="008B3AA0" w:rsidRPr="004E6DCB" w:rsidRDefault="00074D70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>-</w:t>
            </w:r>
            <w:r w:rsidR="00F93C2B" w:rsidRPr="004E6DCB">
              <w:rPr>
                <w:rFonts w:asciiTheme="minorHAnsi" w:hAnsiTheme="minorHAnsi"/>
                <w:sz w:val="20"/>
                <w:szCs w:val="20"/>
              </w:rPr>
              <w:t>Feche</w:t>
            </w:r>
            <w:r w:rsidR="008B3AA0" w:rsidRPr="004E6DCB">
              <w:rPr>
                <w:rFonts w:asciiTheme="minorHAnsi" w:hAnsiTheme="minorHAnsi"/>
                <w:sz w:val="20"/>
                <w:szCs w:val="20"/>
              </w:rPr>
              <w:t xml:space="preserve"> esta discussão </w:t>
            </w:r>
            <w:r w:rsidRPr="004E6DCB">
              <w:rPr>
                <w:rFonts w:asciiTheme="minorHAnsi" w:hAnsiTheme="minorHAnsi"/>
                <w:sz w:val="20"/>
                <w:szCs w:val="20"/>
              </w:rPr>
              <w:t>listando as dificuldades apresentad</w:t>
            </w:r>
            <w:r w:rsidR="008A6A51" w:rsidRPr="004E6DCB">
              <w:rPr>
                <w:rFonts w:asciiTheme="minorHAnsi" w:hAnsiTheme="minorHAnsi"/>
                <w:sz w:val="20"/>
                <w:szCs w:val="20"/>
              </w:rPr>
              <w:t>as pelo grupo e dando destaque à</w:t>
            </w:r>
            <w:r w:rsidRPr="004E6DCB">
              <w:rPr>
                <w:rFonts w:asciiTheme="minorHAnsi" w:hAnsiTheme="minorHAnsi"/>
                <w:sz w:val="20"/>
                <w:szCs w:val="20"/>
              </w:rPr>
              <w:t>s que abordam questões referentes à falta de materiais disponíveis e as possíveis distorções de interpretação</w:t>
            </w:r>
            <w:r w:rsidR="008565BE" w:rsidRPr="004E6DCB">
              <w:rPr>
                <w:rFonts w:asciiTheme="minorHAnsi" w:hAnsiTheme="minorHAnsi"/>
                <w:sz w:val="20"/>
                <w:szCs w:val="20"/>
              </w:rPr>
              <w:t xml:space="preserve"> a partir do que é comum se trabalhar, como imagens estáticas e ilustrações de eventos e conceitos.</w:t>
            </w:r>
          </w:p>
        </w:tc>
        <w:tc>
          <w:tcPr>
            <w:tcW w:w="2993" w:type="dxa"/>
          </w:tcPr>
          <w:p w:rsidR="008B3AA0" w:rsidRPr="004E6DCB" w:rsidRDefault="0030644C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8B3AA0" w:rsidRPr="004E6DCB">
              <w:rPr>
                <w:rFonts w:asciiTheme="minorHAnsi" w:hAnsiTheme="minorHAnsi"/>
                <w:sz w:val="20"/>
                <w:szCs w:val="20"/>
              </w:rPr>
              <w:t xml:space="preserve">Apresentação de slides com as perguntas </w:t>
            </w:r>
            <w:r w:rsidR="008B3AA0" w:rsidRPr="004E6DCB">
              <w:rPr>
                <w:rFonts w:asciiTheme="minorHAnsi" w:hAnsiTheme="minorHAnsi"/>
                <w:b/>
                <w:sz w:val="20"/>
                <w:szCs w:val="20"/>
              </w:rPr>
              <w:t>(ENCONTRO</w:t>
            </w:r>
            <w:r w:rsidR="00A769F3" w:rsidRPr="004E6DCB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="00074D70" w:rsidRPr="004E6DCB"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 w:rsidR="00F859C3" w:rsidRPr="004E6DCB">
              <w:rPr>
                <w:rFonts w:asciiTheme="minorHAnsi" w:hAnsiTheme="minorHAnsi"/>
                <w:b/>
                <w:sz w:val="20"/>
                <w:szCs w:val="20"/>
              </w:rPr>
              <w:t>_ANEXO _</w:t>
            </w:r>
            <w:r w:rsidR="008A6A51" w:rsidRPr="004E6DCB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="008B3AA0" w:rsidRPr="004E6DCB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  <w:bookmarkStart w:id="0" w:name="_GoBack"/>
        <w:bookmarkEnd w:id="0"/>
      </w:tr>
      <w:tr w:rsidR="008B3AA0" w:rsidRPr="004E6DCB" w:rsidTr="007E797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12" w:type="dxa"/>
          </w:tcPr>
          <w:p w:rsidR="008B3AA0" w:rsidRPr="004E6DCB" w:rsidRDefault="008B3AA0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E6DCB">
              <w:rPr>
                <w:rFonts w:asciiTheme="minorHAnsi" w:hAnsiTheme="minorHAnsi"/>
                <w:b/>
                <w:sz w:val="20"/>
                <w:szCs w:val="20"/>
              </w:rPr>
              <w:t>APRESENTAÇÃO CONCEITUAL E TÉCNICA</w:t>
            </w:r>
          </w:p>
        </w:tc>
        <w:tc>
          <w:tcPr>
            <w:tcW w:w="1057" w:type="dxa"/>
          </w:tcPr>
          <w:p w:rsidR="008B3AA0" w:rsidRPr="004E6DCB" w:rsidRDefault="00042458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>45</w:t>
            </w:r>
            <w:r w:rsidR="008B3AA0" w:rsidRPr="004E6DCB">
              <w:rPr>
                <w:rFonts w:asciiTheme="minorHAnsi" w:hAnsiTheme="minorHAnsi"/>
                <w:sz w:val="20"/>
                <w:szCs w:val="20"/>
              </w:rPr>
              <w:t xml:space="preserve"> min</w:t>
            </w:r>
          </w:p>
        </w:tc>
        <w:tc>
          <w:tcPr>
            <w:tcW w:w="2996" w:type="dxa"/>
          </w:tcPr>
          <w:p w:rsidR="008B3AA0" w:rsidRPr="004E6DCB" w:rsidRDefault="00F67500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E6DCB">
              <w:rPr>
                <w:rFonts w:asciiTheme="minorHAnsi" w:hAnsiTheme="minorHAnsi"/>
                <w:sz w:val="20"/>
                <w:szCs w:val="20"/>
              </w:rPr>
              <w:t>Celestia</w:t>
            </w:r>
            <w:proofErr w:type="spellEnd"/>
          </w:p>
        </w:tc>
        <w:tc>
          <w:tcPr>
            <w:tcW w:w="4860" w:type="dxa"/>
          </w:tcPr>
          <w:p w:rsidR="008B3AA0" w:rsidRPr="004E6DCB" w:rsidRDefault="0030644C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8B3AA0" w:rsidRPr="004E6DCB">
              <w:rPr>
                <w:rFonts w:asciiTheme="minorHAnsi" w:hAnsiTheme="minorHAnsi"/>
                <w:sz w:val="20"/>
                <w:szCs w:val="20"/>
              </w:rPr>
              <w:t xml:space="preserve">Apresentação conceitual do </w:t>
            </w:r>
            <w:r w:rsidR="004C422F" w:rsidRPr="004E6DCB">
              <w:rPr>
                <w:rFonts w:asciiTheme="minorHAnsi" w:hAnsiTheme="minorHAnsi"/>
                <w:sz w:val="20"/>
                <w:szCs w:val="20"/>
              </w:rPr>
              <w:t xml:space="preserve">Software </w:t>
            </w:r>
            <w:proofErr w:type="spellStart"/>
            <w:r w:rsidR="004C422F" w:rsidRPr="004E6DCB">
              <w:rPr>
                <w:rFonts w:asciiTheme="minorHAnsi" w:hAnsiTheme="minorHAnsi"/>
                <w:sz w:val="20"/>
                <w:szCs w:val="20"/>
              </w:rPr>
              <w:t>Celestia</w:t>
            </w:r>
            <w:proofErr w:type="spellEnd"/>
            <w:r w:rsidR="008B3AA0" w:rsidRPr="004E6DCB">
              <w:rPr>
                <w:rFonts w:asciiTheme="minorHAnsi" w:hAnsiTheme="minorHAnsi"/>
                <w:sz w:val="20"/>
                <w:szCs w:val="20"/>
              </w:rPr>
              <w:t xml:space="preserve"> e suas principais funcionalidades</w:t>
            </w:r>
          </w:p>
        </w:tc>
        <w:tc>
          <w:tcPr>
            <w:tcW w:w="2993" w:type="dxa"/>
          </w:tcPr>
          <w:p w:rsidR="008B3AA0" w:rsidRPr="004E6DCB" w:rsidRDefault="0030644C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8B3AA0" w:rsidRPr="004E6DCB">
              <w:rPr>
                <w:rFonts w:asciiTheme="minorHAnsi" w:hAnsiTheme="minorHAnsi"/>
                <w:sz w:val="20"/>
                <w:szCs w:val="20"/>
              </w:rPr>
              <w:t xml:space="preserve">Apresentação de slides com o conceitual e principais funcionalidades </w:t>
            </w:r>
            <w:r w:rsidR="00F859C3" w:rsidRPr="004E6DCB">
              <w:rPr>
                <w:rFonts w:asciiTheme="minorHAnsi" w:hAnsiTheme="minorHAnsi"/>
                <w:b/>
                <w:sz w:val="20"/>
                <w:szCs w:val="20"/>
              </w:rPr>
              <w:t>(ENCONTRO</w:t>
            </w:r>
            <w:r w:rsidR="00A769F3" w:rsidRPr="004E6DCB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="00F859C3" w:rsidRPr="004E6DCB">
              <w:rPr>
                <w:rFonts w:asciiTheme="minorHAnsi" w:hAnsiTheme="minorHAnsi"/>
                <w:b/>
                <w:sz w:val="20"/>
                <w:szCs w:val="20"/>
              </w:rPr>
              <w:t>6_ANEXO _</w:t>
            </w:r>
            <w:r w:rsidR="008A6A51" w:rsidRPr="004E6DCB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="008B3AA0" w:rsidRPr="004E6DCB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</w:tr>
      <w:tr w:rsidR="008B3AA0" w:rsidRPr="004E6DCB" w:rsidTr="007E7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12" w:type="dxa"/>
          </w:tcPr>
          <w:p w:rsidR="008B3AA0" w:rsidRPr="004E6DCB" w:rsidRDefault="008B3AA0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E6DCB">
              <w:rPr>
                <w:rFonts w:asciiTheme="minorHAnsi" w:hAnsiTheme="minorHAnsi"/>
                <w:b/>
                <w:sz w:val="20"/>
                <w:szCs w:val="20"/>
              </w:rPr>
              <w:t>EXPERIMENTAÇÃO</w:t>
            </w:r>
          </w:p>
        </w:tc>
        <w:tc>
          <w:tcPr>
            <w:tcW w:w="1057" w:type="dxa"/>
          </w:tcPr>
          <w:p w:rsidR="008B3AA0" w:rsidRPr="004E6DCB" w:rsidRDefault="008B3AA0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>60 min</w:t>
            </w:r>
          </w:p>
        </w:tc>
        <w:tc>
          <w:tcPr>
            <w:tcW w:w="2996" w:type="dxa"/>
          </w:tcPr>
          <w:p w:rsidR="008B3AA0" w:rsidRPr="004E6DCB" w:rsidRDefault="004C422F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>Criação de um vídeo de apresentação de 2 planetas escolhidos.</w:t>
            </w:r>
          </w:p>
        </w:tc>
        <w:tc>
          <w:tcPr>
            <w:tcW w:w="4860" w:type="dxa"/>
          </w:tcPr>
          <w:p w:rsidR="008B3AA0" w:rsidRPr="004E6DCB" w:rsidRDefault="008B3AA0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AA327E" w:rsidRPr="004E6DCB">
              <w:rPr>
                <w:rFonts w:asciiTheme="minorHAnsi" w:hAnsiTheme="minorHAnsi"/>
                <w:sz w:val="20"/>
                <w:szCs w:val="20"/>
              </w:rPr>
              <w:t xml:space="preserve">Para iniciar, baixe o programa </w:t>
            </w:r>
            <w:proofErr w:type="spellStart"/>
            <w:r w:rsidR="00AA327E" w:rsidRPr="004E6DCB">
              <w:rPr>
                <w:rFonts w:asciiTheme="minorHAnsi" w:hAnsiTheme="minorHAnsi"/>
                <w:sz w:val="20"/>
                <w:szCs w:val="20"/>
              </w:rPr>
              <w:t>Celestia</w:t>
            </w:r>
            <w:proofErr w:type="spellEnd"/>
            <w:r w:rsidR="00AA327E" w:rsidRPr="004E6DCB">
              <w:rPr>
                <w:rFonts w:asciiTheme="minorHAnsi" w:hAnsiTheme="minorHAnsi"/>
                <w:sz w:val="20"/>
                <w:szCs w:val="20"/>
              </w:rPr>
              <w:t xml:space="preserve"> no site </w:t>
            </w:r>
            <w:hyperlink r:id="rId8" w:history="1">
              <w:proofErr w:type="spellStart"/>
              <w:r w:rsidR="00AA327E" w:rsidRPr="004E6DCB">
                <w:rPr>
                  <w:rStyle w:val="Hiperligao"/>
                  <w:rFonts w:asciiTheme="minorHAnsi" w:hAnsiTheme="minorHAnsi"/>
                  <w:sz w:val="20"/>
                  <w:szCs w:val="20"/>
                </w:rPr>
                <w:t>http</w:t>
              </w:r>
              <w:proofErr w:type="spellEnd"/>
              <w:r w:rsidR="00AA327E" w:rsidRPr="004E6DCB">
                <w:rPr>
                  <w:rStyle w:val="Hiperligao"/>
                  <w:rFonts w:asciiTheme="minorHAnsi" w:hAnsiTheme="minorHAnsi"/>
                  <w:sz w:val="20"/>
                  <w:szCs w:val="20"/>
                </w:rPr>
                <w:t>://</w:t>
              </w:r>
              <w:proofErr w:type="spellStart"/>
              <w:r w:rsidR="00AA327E" w:rsidRPr="004E6DCB">
                <w:rPr>
                  <w:rStyle w:val="Hiperligao"/>
                  <w:rFonts w:asciiTheme="minorHAnsi" w:hAnsiTheme="minorHAnsi"/>
                  <w:sz w:val="20"/>
                  <w:szCs w:val="20"/>
                </w:rPr>
                <w:t>sourceforge.net</w:t>
              </w:r>
              <w:proofErr w:type="spellEnd"/>
              <w:r w:rsidR="00AA327E" w:rsidRPr="004E6DCB">
                <w:rPr>
                  <w:rStyle w:val="Hiperligao"/>
                  <w:rFonts w:asciiTheme="minorHAnsi" w:hAnsiTheme="minorHAnsi"/>
                  <w:sz w:val="20"/>
                  <w:szCs w:val="20"/>
                </w:rPr>
                <w:t>/</w:t>
              </w:r>
              <w:proofErr w:type="spellStart"/>
              <w:r w:rsidR="00AA327E" w:rsidRPr="004E6DCB">
                <w:rPr>
                  <w:rStyle w:val="Hiperligao"/>
                  <w:rFonts w:asciiTheme="minorHAnsi" w:hAnsiTheme="minorHAnsi"/>
                  <w:sz w:val="20"/>
                  <w:szCs w:val="20"/>
                </w:rPr>
                <w:t>projects</w:t>
              </w:r>
              <w:proofErr w:type="spellEnd"/>
              <w:r w:rsidR="00AA327E" w:rsidRPr="004E6DCB">
                <w:rPr>
                  <w:rStyle w:val="Hiperligao"/>
                  <w:rFonts w:asciiTheme="minorHAnsi" w:hAnsiTheme="minorHAnsi"/>
                  <w:sz w:val="20"/>
                  <w:szCs w:val="20"/>
                </w:rPr>
                <w:t>/</w:t>
              </w:r>
              <w:proofErr w:type="spellStart"/>
              <w:r w:rsidR="00AA327E" w:rsidRPr="004E6DCB">
                <w:rPr>
                  <w:rStyle w:val="Hiperligao"/>
                  <w:rFonts w:asciiTheme="minorHAnsi" w:hAnsiTheme="minorHAnsi"/>
                  <w:sz w:val="20"/>
                  <w:szCs w:val="20"/>
                </w:rPr>
                <w:t>celestia</w:t>
              </w:r>
              <w:proofErr w:type="spellEnd"/>
              <w:r w:rsidR="00AA327E" w:rsidRPr="004E6DCB">
                <w:rPr>
                  <w:rStyle w:val="Hiperligao"/>
                  <w:rFonts w:asciiTheme="minorHAnsi" w:hAnsiTheme="minorHAnsi"/>
                  <w:sz w:val="20"/>
                  <w:szCs w:val="20"/>
                </w:rPr>
                <w:t>/</w:t>
              </w:r>
            </w:hyperlink>
            <w:r w:rsidR="00AA327E" w:rsidRPr="004E6DCB">
              <w:rPr>
                <w:rFonts w:asciiTheme="minorHAnsi" w:hAnsiTheme="minorHAnsi"/>
                <w:sz w:val="20"/>
                <w:szCs w:val="20"/>
              </w:rPr>
              <w:t xml:space="preserve"> ou em qualquer outro site de sua preferência que disponibiliza o software.</w:t>
            </w:r>
            <w:r w:rsidR="0082295A" w:rsidRPr="004E6DCB">
              <w:rPr>
                <w:rFonts w:asciiTheme="minorHAnsi" w:hAnsiTheme="minorHAnsi"/>
                <w:sz w:val="20"/>
                <w:szCs w:val="20"/>
              </w:rPr>
              <w:t xml:space="preserve"> Na página de downloads do site </w:t>
            </w:r>
            <w:proofErr w:type="spellStart"/>
            <w:r w:rsidR="0082295A" w:rsidRPr="004E6DCB">
              <w:rPr>
                <w:rFonts w:asciiTheme="minorHAnsi" w:hAnsiTheme="minorHAnsi"/>
                <w:sz w:val="20"/>
                <w:szCs w:val="20"/>
              </w:rPr>
              <w:t>CelestiaBr</w:t>
            </w:r>
            <w:proofErr w:type="spellEnd"/>
            <w:r w:rsidR="0082295A" w:rsidRPr="004E6DCB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proofErr w:type="spellStart"/>
            <w:r w:rsidR="00997535" w:rsidRPr="004E6DCB">
              <w:fldChar w:fldCharType="begin"/>
            </w:r>
            <w:r w:rsidR="00997535" w:rsidRPr="004E6DCB">
              <w:rPr>
                <w:rFonts w:asciiTheme="minorHAnsi" w:hAnsiTheme="minorHAnsi"/>
                <w:sz w:val="20"/>
                <w:szCs w:val="20"/>
              </w:rPr>
              <w:instrText xml:space="preserve"> HYPERLINK "http://fisica.ufpr.br/fisux/post/tips/dica-0007/" </w:instrText>
            </w:r>
            <w:r w:rsidR="00997535" w:rsidRPr="004E6DCB">
              <w:fldChar w:fldCharType="separate"/>
            </w:r>
            <w:r w:rsidR="00BD1858" w:rsidRPr="004E6DCB">
              <w:rPr>
                <w:rStyle w:val="Hiperligao"/>
                <w:rFonts w:asciiTheme="minorHAnsi" w:hAnsiTheme="minorHAnsi"/>
                <w:sz w:val="20"/>
                <w:szCs w:val="20"/>
              </w:rPr>
              <w:t>http</w:t>
            </w:r>
            <w:proofErr w:type="spellEnd"/>
            <w:r w:rsidR="00BD1858" w:rsidRPr="004E6DCB">
              <w:rPr>
                <w:rStyle w:val="Hiperligao"/>
                <w:rFonts w:asciiTheme="minorHAnsi" w:hAnsiTheme="minorHAnsi"/>
                <w:sz w:val="20"/>
                <w:szCs w:val="20"/>
              </w:rPr>
              <w:t>://</w:t>
            </w:r>
            <w:proofErr w:type="spellStart"/>
            <w:r w:rsidR="00BD1858" w:rsidRPr="004E6DCB">
              <w:rPr>
                <w:rStyle w:val="Hiperligao"/>
                <w:rFonts w:asciiTheme="minorHAnsi" w:hAnsiTheme="minorHAnsi"/>
                <w:sz w:val="20"/>
                <w:szCs w:val="20"/>
              </w:rPr>
              <w:t>fisica.ufpr.br</w:t>
            </w:r>
            <w:proofErr w:type="spellEnd"/>
            <w:r w:rsidR="00BD1858" w:rsidRPr="004E6DCB">
              <w:rPr>
                <w:rStyle w:val="Hiperligao"/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="00BD1858" w:rsidRPr="004E6DCB">
              <w:rPr>
                <w:rStyle w:val="Hiperligao"/>
                <w:rFonts w:asciiTheme="minorHAnsi" w:hAnsiTheme="minorHAnsi"/>
                <w:sz w:val="20"/>
                <w:szCs w:val="20"/>
              </w:rPr>
              <w:t>fisux</w:t>
            </w:r>
            <w:proofErr w:type="spellEnd"/>
            <w:r w:rsidR="00BD1858" w:rsidRPr="004E6DCB">
              <w:rPr>
                <w:rStyle w:val="Hiperligao"/>
                <w:rFonts w:asciiTheme="minorHAnsi" w:hAnsiTheme="minorHAnsi"/>
                <w:sz w:val="20"/>
                <w:szCs w:val="20"/>
              </w:rPr>
              <w:t>/post/</w:t>
            </w:r>
            <w:proofErr w:type="spellStart"/>
            <w:r w:rsidR="00BD1858" w:rsidRPr="004E6DCB">
              <w:rPr>
                <w:rStyle w:val="Hiperligao"/>
                <w:rFonts w:asciiTheme="minorHAnsi" w:hAnsiTheme="minorHAnsi"/>
                <w:sz w:val="20"/>
                <w:szCs w:val="20"/>
              </w:rPr>
              <w:t>tips</w:t>
            </w:r>
            <w:proofErr w:type="spellEnd"/>
            <w:r w:rsidR="00BD1858" w:rsidRPr="004E6DCB">
              <w:rPr>
                <w:rStyle w:val="Hiperligao"/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="00BD1858" w:rsidRPr="004E6DCB">
              <w:rPr>
                <w:rStyle w:val="Hiperligao"/>
                <w:rFonts w:asciiTheme="minorHAnsi" w:hAnsiTheme="minorHAnsi"/>
                <w:sz w:val="20"/>
                <w:szCs w:val="20"/>
              </w:rPr>
              <w:t>dica-0007</w:t>
            </w:r>
            <w:proofErr w:type="spellEnd"/>
            <w:r w:rsidR="00BD1858" w:rsidRPr="004E6DCB">
              <w:rPr>
                <w:rStyle w:val="Hiperligao"/>
                <w:rFonts w:asciiTheme="minorHAnsi" w:hAnsiTheme="minorHAnsi"/>
                <w:sz w:val="20"/>
                <w:szCs w:val="20"/>
              </w:rPr>
              <w:t>/</w:t>
            </w:r>
            <w:r w:rsidR="00997535" w:rsidRPr="004E6DCB">
              <w:rPr>
                <w:rStyle w:val="Hiperligao"/>
                <w:rFonts w:asciiTheme="minorHAnsi" w:hAnsiTheme="minorHAnsi"/>
                <w:sz w:val="20"/>
                <w:szCs w:val="20"/>
              </w:rPr>
              <w:fldChar w:fldCharType="end"/>
            </w:r>
            <w:r w:rsidR="00BD1858" w:rsidRPr="004E6DCB">
              <w:rPr>
                <w:rFonts w:asciiTheme="minorHAnsi" w:hAnsiTheme="minorHAnsi"/>
                <w:sz w:val="20"/>
                <w:szCs w:val="20"/>
              </w:rPr>
              <w:t xml:space="preserve">) </w:t>
            </w:r>
            <w:r w:rsidR="0082295A" w:rsidRPr="004E6DCB">
              <w:rPr>
                <w:rFonts w:asciiTheme="minorHAnsi" w:hAnsiTheme="minorHAnsi"/>
                <w:sz w:val="20"/>
                <w:szCs w:val="20"/>
              </w:rPr>
              <w:t>é possível baixar extensões, texturas e outros complementos para incrementar o software.</w:t>
            </w:r>
          </w:p>
          <w:p w:rsidR="0082295A" w:rsidRPr="004E6DCB" w:rsidRDefault="0082295A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>- Instale o programa e os demais complementos alternativos seguindo as orientações contidas nos próprios arquivos baixados.</w:t>
            </w:r>
          </w:p>
          <w:p w:rsidR="007D6D76" w:rsidRPr="004E6DCB" w:rsidRDefault="007D6D76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>- Para iniciar socialize o vídeo de apresentação do sistema solar</w:t>
            </w:r>
            <w:r w:rsidR="00917CAE" w:rsidRPr="004E6DCB">
              <w:rPr>
                <w:rFonts w:asciiTheme="minorHAnsi" w:hAnsiTheme="minorHAnsi"/>
                <w:sz w:val="20"/>
                <w:szCs w:val="20"/>
              </w:rPr>
              <w:t>,</w:t>
            </w:r>
            <w:r w:rsidR="004F4127" w:rsidRPr="004E6DC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917CAE" w:rsidRPr="004E6DCB">
              <w:rPr>
                <w:rFonts w:asciiTheme="minorHAnsi" w:hAnsiTheme="minorHAnsi"/>
                <w:sz w:val="20"/>
                <w:szCs w:val="20"/>
              </w:rPr>
              <w:t>disponível</w:t>
            </w:r>
            <w:r w:rsidRPr="004E6DCB">
              <w:rPr>
                <w:rFonts w:asciiTheme="minorHAnsi" w:hAnsiTheme="minorHAnsi"/>
                <w:sz w:val="20"/>
                <w:szCs w:val="20"/>
              </w:rPr>
              <w:t xml:space="preserve"> na apresentação de slide</w:t>
            </w:r>
            <w:r w:rsidR="004F4127" w:rsidRPr="004E6DC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2935AA" w:rsidRPr="004E6DCB">
              <w:rPr>
                <w:rFonts w:asciiTheme="minorHAnsi" w:hAnsiTheme="minorHAnsi"/>
                <w:b/>
                <w:sz w:val="20"/>
                <w:szCs w:val="20"/>
              </w:rPr>
              <w:t>ANEXO 1</w:t>
            </w:r>
            <w:r w:rsidR="00917CAE" w:rsidRPr="004E6DCB">
              <w:rPr>
                <w:rFonts w:asciiTheme="minorHAnsi" w:hAnsiTheme="minorHAnsi"/>
                <w:sz w:val="20"/>
                <w:szCs w:val="20"/>
              </w:rPr>
              <w:t>,</w:t>
            </w:r>
            <w:r w:rsidRPr="004E6DCB">
              <w:rPr>
                <w:rFonts w:asciiTheme="minorHAnsi" w:hAnsiTheme="minorHAnsi"/>
                <w:sz w:val="20"/>
                <w:szCs w:val="20"/>
              </w:rPr>
              <w:t xml:space="preserve"> e estimule os participantes a sugerir</w:t>
            </w:r>
            <w:r w:rsidR="00F93C2B" w:rsidRPr="004E6DCB">
              <w:rPr>
                <w:rFonts w:asciiTheme="minorHAnsi" w:hAnsiTheme="minorHAnsi"/>
                <w:sz w:val="20"/>
                <w:szCs w:val="20"/>
              </w:rPr>
              <w:t>em</w:t>
            </w:r>
            <w:r w:rsidRPr="004E6DCB">
              <w:rPr>
                <w:rFonts w:asciiTheme="minorHAnsi" w:hAnsiTheme="minorHAnsi"/>
                <w:sz w:val="20"/>
                <w:szCs w:val="20"/>
              </w:rPr>
              <w:t xml:space="preserve"> quais r</w:t>
            </w:r>
            <w:r w:rsidR="00917CAE" w:rsidRPr="004E6DCB">
              <w:rPr>
                <w:rFonts w:asciiTheme="minorHAnsi" w:hAnsiTheme="minorHAnsi"/>
                <w:sz w:val="20"/>
                <w:szCs w:val="20"/>
              </w:rPr>
              <w:t>ecursos são visíveis no vídeo (g</w:t>
            </w:r>
            <w:r w:rsidRPr="004E6DCB">
              <w:rPr>
                <w:rFonts w:asciiTheme="minorHAnsi" w:hAnsiTheme="minorHAnsi"/>
                <w:sz w:val="20"/>
                <w:szCs w:val="20"/>
              </w:rPr>
              <w:t>rades, nomenclatura, satélites artificiais, órbitas e outros)</w:t>
            </w:r>
            <w:r w:rsidR="00180A19" w:rsidRPr="004E6DCB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5A4D54" w:rsidRPr="004E6DCB" w:rsidRDefault="00180A19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- </w:t>
            </w:r>
            <w:r w:rsidR="005A4D54" w:rsidRPr="004E6DCB">
              <w:rPr>
                <w:rFonts w:asciiTheme="minorHAnsi" w:hAnsiTheme="minorHAnsi"/>
                <w:sz w:val="20"/>
                <w:szCs w:val="20"/>
              </w:rPr>
              <w:t>A seguir, solicite aos participantes que se organizem em grupos para produzir um vídeo contendo a navegação entre dois 2 planetas do sistema solar, utilizando filtros que apresentam dados e informações interessantes sobre os planetas específicos. Comente que outros filtros que habilitam grades, órbitas, estrelas, nebulosas e outros que convir pode</w:t>
            </w:r>
            <w:r w:rsidR="00AD4CEF" w:rsidRPr="004E6DCB">
              <w:rPr>
                <w:rFonts w:asciiTheme="minorHAnsi" w:hAnsiTheme="minorHAnsi"/>
                <w:sz w:val="20"/>
                <w:szCs w:val="20"/>
              </w:rPr>
              <w:t>m</w:t>
            </w:r>
            <w:r w:rsidR="005A4D54" w:rsidRPr="004E6DCB">
              <w:rPr>
                <w:rFonts w:asciiTheme="minorHAnsi" w:hAnsiTheme="minorHAnsi"/>
                <w:sz w:val="20"/>
                <w:szCs w:val="20"/>
              </w:rPr>
              <w:t xml:space="preserve"> ser utilizados como escolha do grupo.</w:t>
            </w:r>
          </w:p>
          <w:p w:rsidR="005A4D54" w:rsidRPr="004E6DCB" w:rsidRDefault="005A4D54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>- Lembre-os de habilitar</w:t>
            </w:r>
            <w:r w:rsidR="00AD4CEF" w:rsidRPr="004E6DCB">
              <w:rPr>
                <w:rFonts w:asciiTheme="minorHAnsi" w:hAnsiTheme="minorHAnsi"/>
                <w:sz w:val="20"/>
                <w:szCs w:val="20"/>
              </w:rPr>
              <w:t>em</w:t>
            </w:r>
            <w:r w:rsidRPr="004E6DCB">
              <w:rPr>
                <w:rFonts w:asciiTheme="minorHAnsi" w:hAnsiTheme="minorHAnsi"/>
                <w:sz w:val="20"/>
                <w:szCs w:val="20"/>
              </w:rPr>
              <w:t xml:space="preserve"> o recurso de gravação antes de iniciar a navegação para capturar a tela. Após a conclusão, oriente para que salvem em local específico determinado por você.</w:t>
            </w:r>
          </w:p>
          <w:p w:rsidR="0082295A" w:rsidRPr="004E6DCB" w:rsidRDefault="0082295A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180A19" w:rsidRPr="004E6DCB">
              <w:rPr>
                <w:rFonts w:asciiTheme="minorHAnsi" w:hAnsiTheme="minorHAnsi"/>
                <w:sz w:val="20"/>
                <w:szCs w:val="20"/>
              </w:rPr>
              <w:t xml:space="preserve">Para </w:t>
            </w:r>
            <w:r w:rsidR="005A4D54" w:rsidRPr="004E6DCB">
              <w:rPr>
                <w:rFonts w:asciiTheme="minorHAnsi" w:hAnsiTheme="minorHAnsi"/>
                <w:sz w:val="20"/>
                <w:szCs w:val="20"/>
              </w:rPr>
              <w:t>vivenciar a atividade,</w:t>
            </w:r>
            <w:r w:rsidR="004F4127" w:rsidRPr="004E6DC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7A648C" w:rsidRPr="004E6DCB">
              <w:rPr>
                <w:rFonts w:asciiTheme="minorHAnsi" w:hAnsiTheme="minorHAnsi"/>
                <w:sz w:val="20"/>
                <w:szCs w:val="20"/>
              </w:rPr>
              <w:t xml:space="preserve">oriente os participantes </w:t>
            </w:r>
            <w:r w:rsidRPr="004E6DCB">
              <w:rPr>
                <w:rFonts w:asciiTheme="minorHAnsi" w:hAnsiTheme="minorHAnsi"/>
                <w:sz w:val="20"/>
                <w:szCs w:val="20"/>
              </w:rPr>
              <w:t xml:space="preserve">a </w:t>
            </w:r>
            <w:r w:rsidR="007D6D76" w:rsidRPr="004E6DCB">
              <w:rPr>
                <w:rFonts w:asciiTheme="minorHAnsi" w:hAnsiTheme="minorHAnsi"/>
                <w:sz w:val="20"/>
                <w:szCs w:val="20"/>
              </w:rPr>
              <w:t>tomar</w:t>
            </w:r>
            <w:r w:rsidR="00C919F4" w:rsidRPr="004E6DCB">
              <w:rPr>
                <w:rFonts w:asciiTheme="minorHAnsi" w:hAnsiTheme="minorHAnsi"/>
                <w:sz w:val="20"/>
                <w:szCs w:val="20"/>
              </w:rPr>
              <w:t>em</w:t>
            </w:r>
            <w:r w:rsidR="004F4127" w:rsidRPr="004E6DC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7A648C" w:rsidRPr="004E6DCB">
              <w:rPr>
                <w:rFonts w:asciiTheme="minorHAnsi" w:hAnsiTheme="minorHAnsi"/>
                <w:sz w:val="20"/>
                <w:szCs w:val="20"/>
              </w:rPr>
              <w:t>como referência a lista de atalhos e códigos</w:t>
            </w:r>
            <w:r w:rsidR="00180A19" w:rsidRPr="004E6DCB">
              <w:rPr>
                <w:rFonts w:asciiTheme="minorHAnsi" w:hAnsiTheme="minorHAnsi"/>
                <w:sz w:val="20"/>
                <w:szCs w:val="20"/>
              </w:rPr>
              <w:t xml:space="preserve"> disponibilizada</w:t>
            </w:r>
            <w:r w:rsidR="005A4D54" w:rsidRPr="004E6DCB">
              <w:rPr>
                <w:rFonts w:asciiTheme="minorHAnsi" w:hAnsiTheme="minorHAnsi"/>
                <w:sz w:val="20"/>
                <w:szCs w:val="20"/>
              </w:rPr>
              <w:t xml:space="preserve"> no </w:t>
            </w:r>
            <w:r w:rsidR="005A4D54" w:rsidRPr="004E6DCB">
              <w:rPr>
                <w:rFonts w:asciiTheme="minorHAnsi" w:hAnsiTheme="minorHAnsi"/>
                <w:b/>
                <w:sz w:val="20"/>
                <w:szCs w:val="20"/>
              </w:rPr>
              <w:t>ANEXO 4</w:t>
            </w:r>
            <w:r w:rsidR="00180A19" w:rsidRPr="004E6DCB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480B93" w:rsidRPr="004E6DCB" w:rsidRDefault="00180A19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D67BC2" w:rsidRPr="004E6DCB">
              <w:rPr>
                <w:rFonts w:asciiTheme="minorHAnsi" w:hAnsiTheme="minorHAnsi"/>
                <w:sz w:val="20"/>
                <w:szCs w:val="20"/>
              </w:rPr>
              <w:t xml:space="preserve">Disponibilize um momento para a socialização das produções, abrindo para possíveis reflexões, principalmente acerca das semelhanças e diferenças de vídeos que utilizaram os mesmos planetas para a produção. </w:t>
            </w:r>
          </w:p>
        </w:tc>
        <w:tc>
          <w:tcPr>
            <w:tcW w:w="2993" w:type="dxa"/>
          </w:tcPr>
          <w:p w:rsidR="007D6D76" w:rsidRPr="004E6DCB" w:rsidRDefault="007D6D76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- Apresentação de slides com a diretriz para desenvolvimento da atividade </w:t>
            </w:r>
            <w:r w:rsidRPr="004E6DCB">
              <w:rPr>
                <w:rFonts w:asciiTheme="minorHAnsi" w:hAnsiTheme="minorHAnsi"/>
                <w:b/>
                <w:sz w:val="20"/>
                <w:szCs w:val="20"/>
              </w:rPr>
              <w:t>(ENCONTRO</w:t>
            </w:r>
            <w:r w:rsidR="007A2976" w:rsidRPr="004E6DCB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Pr="004E6DCB">
              <w:rPr>
                <w:rFonts w:asciiTheme="minorHAnsi" w:hAnsiTheme="minorHAnsi"/>
                <w:b/>
                <w:sz w:val="20"/>
                <w:szCs w:val="20"/>
              </w:rPr>
              <w:t>6_ANEXO_</w:t>
            </w:r>
            <w:r w:rsidR="00917CAE" w:rsidRPr="004E6DCB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Pr="004E6DCB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  <w:p w:rsidR="00616917" w:rsidRPr="004E6DCB" w:rsidRDefault="00616917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>- Lista de atalhos e códigos (</w:t>
            </w:r>
            <w:r w:rsidR="007A2976" w:rsidRPr="004E6DCB">
              <w:rPr>
                <w:rFonts w:asciiTheme="minorHAnsi" w:hAnsiTheme="minorHAnsi"/>
                <w:b/>
                <w:sz w:val="20"/>
                <w:szCs w:val="20"/>
              </w:rPr>
              <w:t>ENCONTRO_</w:t>
            </w:r>
            <w:r w:rsidRPr="004E6DCB">
              <w:rPr>
                <w:rFonts w:asciiTheme="minorHAnsi" w:hAnsiTheme="minorHAnsi"/>
                <w:b/>
                <w:sz w:val="20"/>
                <w:szCs w:val="20"/>
              </w:rPr>
              <w:t>6_ANEXO _</w:t>
            </w:r>
            <w:r w:rsidR="00917CAE" w:rsidRPr="004E6DCB"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4E6DCB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  <w:p w:rsidR="0068089A" w:rsidRPr="004E6DCB" w:rsidRDefault="0068089A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68089A" w:rsidRPr="004E6DCB" w:rsidRDefault="0068089A" w:rsidP="00DF07AC">
            <w:pPr>
              <w:shd w:val="clear" w:color="auto" w:fill="F2F2F2" w:themeFill="background1" w:themeFillShade="F2"/>
              <w:jc w:val="both"/>
              <w:rPr>
                <w:rFonts w:asciiTheme="minorHAnsi" w:hAnsiTheme="minorHAnsi" w:cs="Helvetica"/>
                <w:color w:val="000000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 xml:space="preserve">- Imprima e compartilhe com o grupo as telas da apresentação que trazem um passo a passo para uso do </w:t>
            </w:r>
            <w:proofErr w:type="spellStart"/>
            <w:r w:rsidRPr="004E6DCB">
              <w:rPr>
                <w:rFonts w:asciiTheme="minorHAnsi" w:hAnsiTheme="minorHAnsi"/>
                <w:sz w:val="20"/>
                <w:szCs w:val="20"/>
              </w:rPr>
              <w:t>Celestia</w:t>
            </w:r>
            <w:proofErr w:type="spellEnd"/>
            <w:r w:rsidRPr="004E6DCB">
              <w:rPr>
                <w:rFonts w:asciiTheme="minorHAnsi" w:hAnsiTheme="minorHAnsi"/>
                <w:sz w:val="20"/>
                <w:szCs w:val="20"/>
              </w:rPr>
              <w:t>.</w:t>
            </w:r>
            <w:r w:rsidR="004F4127" w:rsidRPr="004E6DC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E6DCB">
              <w:rPr>
                <w:rFonts w:asciiTheme="minorHAnsi" w:hAnsiTheme="minorHAnsi" w:cs="Helvetica"/>
                <w:b/>
                <w:bCs/>
                <w:color w:val="000000"/>
                <w:sz w:val="20"/>
                <w:szCs w:val="20"/>
              </w:rPr>
              <w:t>(ENCONTRO</w:t>
            </w:r>
            <w:r w:rsidR="007A2976" w:rsidRPr="004E6DCB">
              <w:rPr>
                <w:rFonts w:asciiTheme="minorHAnsi" w:hAnsiTheme="minorHAnsi" w:cs="Helvetica"/>
                <w:b/>
                <w:bCs/>
                <w:color w:val="000000"/>
                <w:sz w:val="20"/>
                <w:szCs w:val="20"/>
              </w:rPr>
              <w:t>_</w:t>
            </w:r>
            <w:r w:rsidRPr="004E6DCB">
              <w:rPr>
                <w:rFonts w:asciiTheme="minorHAnsi" w:hAnsiTheme="minorHAnsi" w:cs="Helvetica"/>
                <w:b/>
                <w:bCs/>
                <w:color w:val="000000"/>
                <w:sz w:val="20"/>
                <w:szCs w:val="20"/>
              </w:rPr>
              <w:t>6_ANEXO_1)</w:t>
            </w:r>
          </w:p>
          <w:p w:rsidR="008B3AA0" w:rsidRPr="004E6DCB" w:rsidRDefault="008B3AA0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B3AA0" w:rsidRPr="004E6DCB" w:rsidTr="007E797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12" w:type="dxa"/>
          </w:tcPr>
          <w:p w:rsidR="008B3AA0" w:rsidRPr="004E6DCB" w:rsidRDefault="008B3AA0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E6DCB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PLANEJAMENTO</w:t>
            </w:r>
          </w:p>
        </w:tc>
        <w:tc>
          <w:tcPr>
            <w:tcW w:w="1057" w:type="dxa"/>
          </w:tcPr>
          <w:p w:rsidR="008B3AA0" w:rsidRPr="004E6DCB" w:rsidRDefault="00042458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>45</w:t>
            </w:r>
            <w:r w:rsidR="008B3AA0" w:rsidRPr="004E6DCB">
              <w:rPr>
                <w:rFonts w:asciiTheme="minorHAnsi" w:hAnsiTheme="minorHAnsi"/>
                <w:sz w:val="20"/>
                <w:szCs w:val="20"/>
              </w:rPr>
              <w:t xml:space="preserve"> min</w:t>
            </w:r>
          </w:p>
        </w:tc>
        <w:tc>
          <w:tcPr>
            <w:tcW w:w="2996" w:type="dxa"/>
          </w:tcPr>
          <w:p w:rsidR="008B3AA0" w:rsidRPr="004E6DCB" w:rsidRDefault="008B3AA0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>Organização de uma atividade para ser desenvolvida com os alunos</w:t>
            </w:r>
          </w:p>
        </w:tc>
        <w:tc>
          <w:tcPr>
            <w:tcW w:w="4860" w:type="dxa"/>
          </w:tcPr>
          <w:p w:rsidR="00E6176B" w:rsidRPr="004E6DCB" w:rsidRDefault="00C919F4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>- Solicite</w:t>
            </w:r>
            <w:r w:rsidR="008B3AA0" w:rsidRPr="004E6DCB">
              <w:rPr>
                <w:rFonts w:asciiTheme="minorHAnsi" w:hAnsiTheme="minorHAnsi"/>
                <w:sz w:val="20"/>
                <w:szCs w:val="20"/>
              </w:rPr>
              <w:t xml:space="preserve"> aos participantes que planejem uma atividade</w:t>
            </w:r>
            <w:r w:rsidR="00E6176B" w:rsidRPr="004E6DCB">
              <w:rPr>
                <w:rFonts w:asciiTheme="minorHAnsi" w:hAnsiTheme="minorHAnsi"/>
                <w:sz w:val="20"/>
                <w:szCs w:val="20"/>
              </w:rPr>
              <w:t xml:space="preserve"> para ser vive</w:t>
            </w:r>
            <w:r w:rsidR="000530E0" w:rsidRPr="004E6DCB">
              <w:rPr>
                <w:rFonts w:asciiTheme="minorHAnsi" w:hAnsiTheme="minorHAnsi"/>
                <w:sz w:val="20"/>
                <w:szCs w:val="20"/>
              </w:rPr>
              <w:t>nciada junto aos alunos. Sugira</w:t>
            </w:r>
            <w:r w:rsidR="00E6176B" w:rsidRPr="004E6DCB">
              <w:rPr>
                <w:rFonts w:asciiTheme="minorHAnsi" w:hAnsiTheme="minorHAnsi"/>
                <w:sz w:val="20"/>
                <w:szCs w:val="20"/>
              </w:rPr>
              <w:t xml:space="preserve"> que utilizem o </w:t>
            </w:r>
            <w:r w:rsidR="00E6176B" w:rsidRPr="004E6DCB">
              <w:rPr>
                <w:rFonts w:asciiTheme="minorHAnsi" w:hAnsiTheme="minorHAnsi"/>
                <w:b/>
                <w:sz w:val="20"/>
                <w:szCs w:val="20"/>
              </w:rPr>
              <w:t>ANEXO 2</w:t>
            </w:r>
            <w:r w:rsidR="00E6176B" w:rsidRPr="004E6DCB">
              <w:rPr>
                <w:rFonts w:asciiTheme="minorHAnsi" w:hAnsiTheme="minorHAnsi"/>
                <w:sz w:val="20"/>
                <w:szCs w:val="20"/>
              </w:rPr>
              <w:t xml:space="preserve"> para este fim.</w:t>
            </w:r>
          </w:p>
          <w:p w:rsidR="0082295A" w:rsidRPr="004E6DCB" w:rsidRDefault="00E6176B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 xml:space="preserve">- Exemplifique comentando a possibilidade de se trabalhar com o </w:t>
            </w:r>
            <w:r w:rsidR="0082295A" w:rsidRPr="004E6DCB">
              <w:rPr>
                <w:rFonts w:asciiTheme="minorHAnsi" w:hAnsiTheme="minorHAnsi"/>
                <w:sz w:val="20"/>
                <w:szCs w:val="20"/>
              </w:rPr>
              <w:t xml:space="preserve">recurso de divisão da tela e visualização de mais de um elemento ao mesmo tempo. </w:t>
            </w:r>
          </w:p>
          <w:p w:rsidR="008B3AA0" w:rsidRPr="004E6DCB" w:rsidRDefault="0082295A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>- Este recurso pode ser utilizado para comparar tamanhos, dados, aspectos físicos ou para juntar elementos complementares, como planetas e seus respectivos satélites naturais, entre outros.</w:t>
            </w:r>
          </w:p>
          <w:p w:rsidR="007A648C" w:rsidRPr="004E6DCB" w:rsidRDefault="008B3AA0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7A648C" w:rsidRPr="004E6DCB">
              <w:rPr>
                <w:rFonts w:asciiTheme="minorHAnsi" w:hAnsiTheme="minorHAnsi"/>
                <w:sz w:val="20"/>
                <w:szCs w:val="20"/>
              </w:rPr>
              <w:t xml:space="preserve">A partir das imagens geradas é possível desenvolver diversas atividades, desde a simples apreciação individual até a construção de jogos para a utilização dos alunos, como </w:t>
            </w:r>
            <w:proofErr w:type="spellStart"/>
            <w:r w:rsidR="007A648C" w:rsidRPr="004E6DCB">
              <w:rPr>
                <w:rFonts w:asciiTheme="minorHAnsi" w:hAnsiTheme="minorHAnsi"/>
                <w:sz w:val="20"/>
                <w:szCs w:val="20"/>
              </w:rPr>
              <w:t>Super</w:t>
            </w:r>
            <w:proofErr w:type="spellEnd"/>
            <w:r w:rsidR="007A648C" w:rsidRPr="004E6DCB">
              <w:rPr>
                <w:rFonts w:asciiTheme="minorHAnsi" w:hAnsiTheme="minorHAnsi"/>
                <w:sz w:val="20"/>
                <w:szCs w:val="20"/>
              </w:rPr>
              <w:t xml:space="preserve"> Trunfo, jogo da memória</w:t>
            </w:r>
            <w:r w:rsidR="00927312" w:rsidRPr="004E6DCB">
              <w:rPr>
                <w:rFonts w:asciiTheme="minorHAnsi" w:hAnsiTheme="minorHAnsi"/>
                <w:sz w:val="20"/>
                <w:szCs w:val="20"/>
              </w:rPr>
              <w:t>, além de livros e álbuns.</w:t>
            </w:r>
          </w:p>
          <w:p w:rsidR="00927312" w:rsidRPr="004E6DCB" w:rsidRDefault="0030644C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927312" w:rsidRPr="004E6DCB">
              <w:rPr>
                <w:rFonts w:asciiTheme="minorHAnsi" w:hAnsiTheme="minorHAnsi"/>
                <w:sz w:val="20"/>
                <w:szCs w:val="20"/>
              </w:rPr>
              <w:t xml:space="preserve">Este tipo de atividade possibilita ao aluno a produção </w:t>
            </w:r>
            <w:r w:rsidR="00927312" w:rsidRPr="004E6DCB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autoral, com significado real e garante a funcionalidade social que vai além </w:t>
            </w:r>
            <w:r w:rsidR="005A4D54" w:rsidRPr="004E6DCB">
              <w:rPr>
                <w:rFonts w:asciiTheme="minorHAnsi" w:hAnsiTheme="minorHAnsi"/>
                <w:sz w:val="20"/>
                <w:szCs w:val="20"/>
              </w:rPr>
              <w:t>d</w:t>
            </w:r>
            <w:r w:rsidR="00927312" w:rsidRPr="004E6DCB">
              <w:rPr>
                <w:rFonts w:asciiTheme="minorHAnsi" w:hAnsiTheme="minorHAnsi"/>
                <w:sz w:val="20"/>
                <w:szCs w:val="20"/>
              </w:rPr>
              <w:t>a simples motivação educacional, que para os alunos é muito mais interessante.</w:t>
            </w:r>
          </w:p>
          <w:p w:rsidR="008B3AA0" w:rsidRPr="004E6DCB" w:rsidRDefault="008B3AA0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93" w:type="dxa"/>
          </w:tcPr>
          <w:p w:rsidR="008B3AA0" w:rsidRPr="004E6DCB" w:rsidRDefault="008B3AA0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- Apresentação de slides com a diretriz para desenvolvimento da atividade </w:t>
            </w:r>
            <w:r w:rsidR="00F859C3" w:rsidRPr="004E6DCB">
              <w:rPr>
                <w:rFonts w:asciiTheme="minorHAnsi" w:hAnsiTheme="minorHAnsi"/>
                <w:b/>
                <w:sz w:val="20"/>
                <w:szCs w:val="20"/>
              </w:rPr>
              <w:t>(ENCONTRO</w:t>
            </w:r>
            <w:r w:rsidR="007A2976" w:rsidRPr="004E6DCB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="00F859C3" w:rsidRPr="004E6DCB">
              <w:rPr>
                <w:rFonts w:asciiTheme="minorHAnsi" w:hAnsiTheme="minorHAnsi"/>
                <w:b/>
                <w:sz w:val="20"/>
                <w:szCs w:val="20"/>
              </w:rPr>
              <w:t>6_ANEXO_</w:t>
            </w:r>
            <w:r w:rsidR="005A4D54" w:rsidRPr="004E6DCB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Pr="004E6DCB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  <w:p w:rsidR="008B3AA0" w:rsidRPr="004E6DCB" w:rsidRDefault="008B3AA0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- Documento para registrar a proposta para planejamento da atividade </w:t>
            </w:r>
            <w:r w:rsidR="00F859C3" w:rsidRPr="004E6DCB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(ENCONTRO</w:t>
            </w:r>
            <w:r w:rsidR="00A769F3" w:rsidRPr="004E6DCB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_</w:t>
            </w:r>
            <w:r w:rsidR="00F859C3" w:rsidRPr="004E6DCB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6_ANEXO_</w:t>
            </w:r>
            <w:r w:rsidR="005A4D54" w:rsidRPr="004E6DCB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2</w:t>
            </w:r>
            <w:r w:rsidRPr="004E6DCB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8B3AA0" w:rsidRPr="004E6DCB" w:rsidTr="007E7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12" w:type="dxa"/>
          </w:tcPr>
          <w:p w:rsidR="008B3AA0" w:rsidRPr="004E6DCB" w:rsidRDefault="008B3AA0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E6DCB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AVALIAÇÃO</w:t>
            </w:r>
          </w:p>
        </w:tc>
        <w:tc>
          <w:tcPr>
            <w:tcW w:w="1057" w:type="dxa"/>
          </w:tcPr>
          <w:p w:rsidR="008B3AA0" w:rsidRPr="004E6DCB" w:rsidRDefault="008B3AA0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>15 min</w:t>
            </w:r>
          </w:p>
        </w:tc>
        <w:tc>
          <w:tcPr>
            <w:tcW w:w="2996" w:type="dxa"/>
          </w:tcPr>
          <w:p w:rsidR="008B3AA0" w:rsidRPr="004E6DCB" w:rsidRDefault="008B3AA0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>Síntese e avaliação do Encontro</w:t>
            </w:r>
          </w:p>
        </w:tc>
        <w:tc>
          <w:tcPr>
            <w:tcW w:w="4860" w:type="dxa"/>
          </w:tcPr>
          <w:p w:rsidR="00A769F3" w:rsidRPr="004E6DCB" w:rsidRDefault="00A769F3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>- Abra o slide com a síntese do encontro e verifique se tudo que foi proposto, foi realizado.</w:t>
            </w:r>
          </w:p>
          <w:p w:rsidR="008B3AA0" w:rsidRPr="004E6DCB" w:rsidRDefault="00A769F3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>- Entregue a ficha de avaliação do encontro para cada um dos participantes, solicite que a preencham e devolvam para o líder do encontro poder analisar os resultados deste momento de formação continuada.</w:t>
            </w:r>
          </w:p>
        </w:tc>
        <w:tc>
          <w:tcPr>
            <w:tcW w:w="2993" w:type="dxa"/>
          </w:tcPr>
          <w:p w:rsidR="008B3AA0" w:rsidRPr="004E6DCB" w:rsidRDefault="0030644C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8B3AA0" w:rsidRPr="004E6DCB">
              <w:rPr>
                <w:rFonts w:asciiTheme="minorHAnsi" w:hAnsiTheme="minorHAnsi"/>
                <w:sz w:val="20"/>
                <w:szCs w:val="20"/>
              </w:rPr>
              <w:t xml:space="preserve">Apresentação de slides com a síntese do encontro </w:t>
            </w:r>
            <w:r w:rsidR="00F859C3" w:rsidRPr="004E6DCB">
              <w:rPr>
                <w:rFonts w:asciiTheme="minorHAnsi" w:hAnsiTheme="minorHAnsi"/>
                <w:b/>
                <w:sz w:val="20"/>
                <w:szCs w:val="20"/>
              </w:rPr>
              <w:t>(ENCONTRO</w:t>
            </w:r>
            <w:r w:rsidR="00A769F3" w:rsidRPr="004E6DCB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="00F859C3" w:rsidRPr="004E6DCB">
              <w:rPr>
                <w:rFonts w:asciiTheme="minorHAnsi" w:hAnsiTheme="minorHAnsi"/>
                <w:b/>
                <w:sz w:val="20"/>
                <w:szCs w:val="20"/>
              </w:rPr>
              <w:t>6_ANEXO</w:t>
            </w:r>
            <w:r w:rsidR="005A4D54" w:rsidRPr="004E6DCB">
              <w:rPr>
                <w:rFonts w:asciiTheme="minorHAnsi" w:hAnsiTheme="minorHAnsi"/>
                <w:b/>
                <w:sz w:val="20"/>
                <w:szCs w:val="20"/>
              </w:rPr>
              <w:t>_1</w:t>
            </w:r>
            <w:r w:rsidR="008B3AA0" w:rsidRPr="004E6DCB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  <w:p w:rsidR="008B3AA0" w:rsidRPr="004E6DCB" w:rsidRDefault="0030644C" w:rsidP="00DF07AC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4E6DCB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8B3AA0" w:rsidRPr="004E6DCB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Ficha de avaliação do Encontro </w:t>
            </w:r>
            <w:r w:rsidR="00A769F3" w:rsidRPr="004E6DCB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(ENCONTRO_</w:t>
            </w:r>
            <w:r w:rsidR="00F859C3" w:rsidRPr="004E6DCB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6_ANEXO</w:t>
            </w:r>
            <w:r w:rsidR="005A4D54" w:rsidRPr="004E6DCB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_3</w:t>
            </w:r>
            <w:r w:rsidR="008B3AA0" w:rsidRPr="004E6DCB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</w:tbl>
    <w:p w:rsidR="008B3AA0" w:rsidRPr="004E6DCB" w:rsidRDefault="008B3AA0" w:rsidP="003E2852">
      <w:pPr>
        <w:jc w:val="both"/>
        <w:rPr>
          <w:rFonts w:asciiTheme="minorHAnsi" w:hAnsiTheme="minorHAnsi"/>
          <w:sz w:val="20"/>
          <w:szCs w:val="20"/>
        </w:rPr>
      </w:pPr>
    </w:p>
    <w:sectPr w:rsidR="008B3AA0" w:rsidRPr="004E6DCB" w:rsidSect="004E6DCB">
      <w:headerReference w:type="default" r:id="rId9"/>
      <w:footerReference w:type="default" r:id="rId10"/>
      <w:pgSz w:w="16840" w:h="11907" w:orient="landscape" w:code="9"/>
      <w:pgMar w:top="1276" w:right="1418" w:bottom="1701" w:left="1418" w:header="425" w:footer="522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38B" w:rsidRDefault="00CE338B">
      <w:r>
        <w:separator/>
      </w:r>
    </w:p>
  </w:endnote>
  <w:endnote w:type="continuationSeparator" w:id="0">
    <w:p w:rsidR="00CE338B" w:rsidRDefault="00CE3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C57" w:rsidRPr="003A428B" w:rsidRDefault="00E24C57">
    <w:pPr>
      <w:pStyle w:val="Rodap"/>
      <w:jc w:val="center"/>
      <w:rPr>
        <w:rFonts w:ascii="Century Gothic" w:hAnsi="Century Gothic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38B" w:rsidRDefault="00CE338B">
      <w:r>
        <w:separator/>
      </w:r>
    </w:p>
  </w:footnote>
  <w:footnote w:type="continuationSeparator" w:id="0">
    <w:p w:rsidR="00CE338B" w:rsidRDefault="00CE33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C57" w:rsidRDefault="00E24C57" w:rsidP="007B73E0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31821"/>
    <w:multiLevelType w:val="multilevel"/>
    <w:tmpl w:val="B526F7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7"/>
        </w:tabs>
        <w:ind w:left="1317" w:hanging="7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84"/>
        </w:tabs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51"/>
        </w:tabs>
        <w:ind w:left="2451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">
    <w:nsid w:val="09B0601B"/>
    <w:multiLevelType w:val="hybridMultilevel"/>
    <w:tmpl w:val="A666437C"/>
    <w:lvl w:ilvl="0" w:tplc="53B6070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B1F5252"/>
    <w:multiLevelType w:val="multilevel"/>
    <w:tmpl w:val="9D02E1BE"/>
    <w:lvl w:ilvl="0">
      <w:numFmt w:val="bullet"/>
      <w:lvlText w:val=""/>
      <w:lvlJc w:val="left"/>
      <w:pPr>
        <w:ind w:left="213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5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896" w:hanging="360"/>
      </w:pPr>
      <w:rPr>
        <w:rFonts w:ascii="Wingdings" w:hAnsi="Wingdings"/>
      </w:rPr>
    </w:lvl>
  </w:abstractNum>
  <w:abstractNum w:abstractNumId="3">
    <w:nsid w:val="0BBB323A"/>
    <w:multiLevelType w:val="multilevel"/>
    <w:tmpl w:val="0AEA1AF4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2"/>
        </w:tabs>
        <w:ind w:left="1272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">
    <w:nsid w:val="0C7E773A"/>
    <w:multiLevelType w:val="multilevel"/>
    <w:tmpl w:val="87B0D7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0D7C0706"/>
    <w:multiLevelType w:val="hybridMultilevel"/>
    <w:tmpl w:val="5E820C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00AE9"/>
    <w:multiLevelType w:val="hybridMultilevel"/>
    <w:tmpl w:val="A666437C"/>
    <w:lvl w:ilvl="0" w:tplc="53B6070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C8667C0"/>
    <w:multiLevelType w:val="singleLevel"/>
    <w:tmpl w:val="DBD2C8AC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8">
    <w:nsid w:val="224A3315"/>
    <w:multiLevelType w:val="singleLevel"/>
    <w:tmpl w:val="CF4E8C74"/>
    <w:lvl w:ilvl="0">
      <w:start w:val="5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66072C6"/>
    <w:multiLevelType w:val="multilevel"/>
    <w:tmpl w:val="D94A6B9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290E41EC"/>
    <w:multiLevelType w:val="multilevel"/>
    <w:tmpl w:val="99BEB8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8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11">
    <w:nsid w:val="2B5212D6"/>
    <w:multiLevelType w:val="singleLevel"/>
    <w:tmpl w:val="49AE2820"/>
    <w:lvl w:ilvl="0">
      <w:start w:val="1"/>
      <w:numFmt w:val="lowerLetter"/>
      <w:lvlText w:val="(%1)"/>
      <w:lvlJc w:val="left"/>
      <w:pPr>
        <w:ind w:left="1637" w:hanging="360"/>
      </w:pPr>
      <w:rPr>
        <w:rFonts w:hint="default"/>
      </w:rPr>
    </w:lvl>
  </w:abstractNum>
  <w:abstractNum w:abstractNumId="12">
    <w:nsid w:val="2EEF40A8"/>
    <w:multiLevelType w:val="multilevel"/>
    <w:tmpl w:val="73C01B6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2"/>
        </w:tabs>
        <w:ind w:left="1272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3B212B7D"/>
    <w:multiLevelType w:val="multilevel"/>
    <w:tmpl w:val="E7F08AF8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DF64954"/>
    <w:multiLevelType w:val="hybridMultilevel"/>
    <w:tmpl w:val="D952B716"/>
    <w:lvl w:ilvl="0" w:tplc="2C24C832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90" w:hanging="360"/>
      </w:pPr>
    </w:lvl>
    <w:lvl w:ilvl="2" w:tplc="0416001B" w:tentative="1">
      <w:start w:val="1"/>
      <w:numFmt w:val="lowerRoman"/>
      <w:lvlText w:val="%3."/>
      <w:lvlJc w:val="right"/>
      <w:pPr>
        <w:ind w:left="2310" w:hanging="180"/>
      </w:pPr>
    </w:lvl>
    <w:lvl w:ilvl="3" w:tplc="0416000F" w:tentative="1">
      <w:start w:val="1"/>
      <w:numFmt w:val="decimal"/>
      <w:lvlText w:val="%4."/>
      <w:lvlJc w:val="left"/>
      <w:pPr>
        <w:ind w:left="3030" w:hanging="360"/>
      </w:pPr>
    </w:lvl>
    <w:lvl w:ilvl="4" w:tplc="04160019" w:tentative="1">
      <w:start w:val="1"/>
      <w:numFmt w:val="lowerLetter"/>
      <w:lvlText w:val="%5."/>
      <w:lvlJc w:val="left"/>
      <w:pPr>
        <w:ind w:left="3750" w:hanging="360"/>
      </w:pPr>
    </w:lvl>
    <w:lvl w:ilvl="5" w:tplc="0416001B" w:tentative="1">
      <w:start w:val="1"/>
      <w:numFmt w:val="lowerRoman"/>
      <w:lvlText w:val="%6."/>
      <w:lvlJc w:val="right"/>
      <w:pPr>
        <w:ind w:left="4470" w:hanging="180"/>
      </w:pPr>
    </w:lvl>
    <w:lvl w:ilvl="6" w:tplc="0416000F" w:tentative="1">
      <w:start w:val="1"/>
      <w:numFmt w:val="decimal"/>
      <w:lvlText w:val="%7."/>
      <w:lvlJc w:val="left"/>
      <w:pPr>
        <w:ind w:left="5190" w:hanging="360"/>
      </w:pPr>
    </w:lvl>
    <w:lvl w:ilvl="7" w:tplc="04160019" w:tentative="1">
      <w:start w:val="1"/>
      <w:numFmt w:val="lowerLetter"/>
      <w:lvlText w:val="%8."/>
      <w:lvlJc w:val="left"/>
      <w:pPr>
        <w:ind w:left="5910" w:hanging="360"/>
      </w:pPr>
    </w:lvl>
    <w:lvl w:ilvl="8" w:tplc="0416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5">
    <w:nsid w:val="419F4491"/>
    <w:multiLevelType w:val="multilevel"/>
    <w:tmpl w:val="53BA5DB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8146B58"/>
    <w:multiLevelType w:val="multilevel"/>
    <w:tmpl w:val="A2029E6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4A376753"/>
    <w:multiLevelType w:val="multilevel"/>
    <w:tmpl w:val="128CC556"/>
    <w:lvl w:ilvl="0">
      <w:start w:val="8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C3B48F2"/>
    <w:multiLevelType w:val="multilevel"/>
    <w:tmpl w:val="4F62D3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56997503"/>
    <w:multiLevelType w:val="multilevel"/>
    <w:tmpl w:val="8E0E56C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0">
    <w:nsid w:val="5BC97109"/>
    <w:multiLevelType w:val="singleLevel"/>
    <w:tmpl w:val="C9BCDAD8"/>
    <w:lvl w:ilvl="0">
      <w:start w:val="1"/>
      <w:numFmt w:val="lowerRoman"/>
      <w:lvlText w:val="(%1) "/>
      <w:lvlJc w:val="left"/>
      <w:pPr>
        <w:tabs>
          <w:tab w:val="num" w:pos="1571"/>
        </w:tabs>
        <w:ind w:left="1134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1">
    <w:nsid w:val="5EEA0F13"/>
    <w:multiLevelType w:val="multilevel"/>
    <w:tmpl w:val="07D863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8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22">
    <w:nsid w:val="6777108E"/>
    <w:multiLevelType w:val="hybridMultilevel"/>
    <w:tmpl w:val="BE926C9E"/>
    <w:lvl w:ilvl="0" w:tplc="43CEC69A">
      <w:start w:val="1"/>
      <w:numFmt w:val="lowerLetter"/>
      <w:lvlText w:val="(%1)"/>
      <w:lvlJc w:val="left"/>
      <w:pPr>
        <w:ind w:left="19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640" w:hanging="360"/>
      </w:pPr>
    </w:lvl>
    <w:lvl w:ilvl="2" w:tplc="0416001B" w:tentative="1">
      <w:start w:val="1"/>
      <w:numFmt w:val="lowerRoman"/>
      <w:lvlText w:val="%3."/>
      <w:lvlJc w:val="right"/>
      <w:pPr>
        <w:ind w:left="3360" w:hanging="180"/>
      </w:pPr>
    </w:lvl>
    <w:lvl w:ilvl="3" w:tplc="0416000F" w:tentative="1">
      <w:start w:val="1"/>
      <w:numFmt w:val="decimal"/>
      <w:lvlText w:val="%4."/>
      <w:lvlJc w:val="left"/>
      <w:pPr>
        <w:ind w:left="4080" w:hanging="360"/>
      </w:pPr>
    </w:lvl>
    <w:lvl w:ilvl="4" w:tplc="04160019" w:tentative="1">
      <w:start w:val="1"/>
      <w:numFmt w:val="lowerLetter"/>
      <w:lvlText w:val="%5."/>
      <w:lvlJc w:val="left"/>
      <w:pPr>
        <w:ind w:left="4800" w:hanging="360"/>
      </w:pPr>
    </w:lvl>
    <w:lvl w:ilvl="5" w:tplc="0416001B" w:tentative="1">
      <w:start w:val="1"/>
      <w:numFmt w:val="lowerRoman"/>
      <w:lvlText w:val="%6."/>
      <w:lvlJc w:val="right"/>
      <w:pPr>
        <w:ind w:left="5520" w:hanging="180"/>
      </w:pPr>
    </w:lvl>
    <w:lvl w:ilvl="6" w:tplc="0416000F" w:tentative="1">
      <w:start w:val="1"/>
      <w:numFmt w:val="decimal"/>
      <w:lvlText w:val="%7."/>
      <w:lvlJc w:val="left"/>
      <w:pPr>
        <w:ind w:left="6240" w:hanging="360"/>
      </w:pPr>
    </w:lvl>
    <w:lvl w:ilvl="7" w:tplc="04160019" w:tentative="1">
      <w:start w:val="1"/>
      <w:numFmt w:val="lowerLetter"/>
      <w:lvlText w:val="%8."/>
      <w:lvlJc w:val="left"/>
      <w:pPr>
        <w:ind w:left="6960" w:hanging="360"/>
      </w:pPr>
    </w:lvl>
    <w:lvl w:ilvl="8" w:tplc="0416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>
    <w:nsid w:val="74D431CF"/>
    <w:multiLevelType w:val="multilevel"/>
    <w:tmpl w:val="1E7CEED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C807EFA"/>
    <w:multiLevelType w:val="multilevel"/>
    <w:tmpl w:val="29B42C9E"/>
    <w:lvl w:ilvl="0">
      <w:start w:val="5"/>
      <w:numFmt w:val="decimal"/>
      <w:lvlText w:val="%1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7"/>
  </w:num>
  <w:num w:numId="3">
    <w:abstractNumId w:val="23"/>
  </w:num>
  <w:num w:numId="4">
    <w:abstractNumId w:val="20"/>
  </w:num>
  <w:num w:numId="5">
    <w:abstractNumId w:val="11"/>
  </w:num>
  <w:num w:numId="6">
    <w:abstractNumId w:val="17"/>
  </w:num>
  <w:num w:numId="7">
    <w:abstractNumId w:val="8"/>
  </w:num>
  <w:num w:numId="8">
    <w:abstractNumId w:val="13"/>
  </w:num>
  <w:num w:numId="9">
    <w:abstractNumId w:val="24"/>
  </w:num>
  <w:num w:numId="10">
    <w:abstractNumId w:val="3"/>
  </w:num>
  <w:num w:numId="11">
    <w:abstractNumId w:val="12"/>
  </w:num>
  <w:num w:numId="12">
    <w:abstractNumId w:val="0"/>
  </w:num>
  <w:num w:numId="13">
    <w:abstractNumId w:val="15"/>
  </w:num>
  <w:num w:numId="14">
    <w:abstractNumId w:val="18"/>
  </w:num>
  <w:num w:numId="15">
    <w:abstractNumId w:val="6"/>
  </w:num>
  <w:num w:numId="16">
    <w:abstractNumId w:val="19"/>
  </w:num>
  <w:num w:numId="17">
    <w:abstractNumId w:val="1"/>
  </w:num>
  <w:num w:numId="18">
    <w:abstractNumId w:val="2"/>
  </w:num>
  <w:num w:numId="19">
    <w:abstractNumId w:val="21"/>
  </w:num>
  <w:num w:numId="20">
    <w:abstractNumId w:val="4"/>
  </w:num>
  <w:num w:numId="21">
    <w:abstractNumId w:val="10"/>
  </w:num>
  <w:num w:numId="22">
    <w:abstractNumId w:val="9"/>
  </w:num>
  <w:num w:numId="23">
    <w:abstractNumId w:val="22"/>
  </w:num>
  <w:num w:numId="24">
    <w:abstractNumId w:val="14"/>
  </w:num>
  <w:num w:numId="25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3E0"/>
    <w:rsid w:val="000058E0"/>
    <w:rsid w:val="000068B0"/>
    <w:rsid w:val="00012A3B"/>
    <w:rsid w:val="00013C58"/>
    <w:rsid w:val="000205FC"/>
    <w:rsid w:val="00033729"/>
    <w:rsid w:val="00041E29"/>
    <w:rsid w:val="00042458"/>
    <w:rsid w:val="000450E8"/>
    <w:rsid w:val="00050B34"/>
    <w:rsid w:val="000530E0"/>
    <w:rsid w:val="000560C5"/>
    <w:rsid w:val="00063583"/>
    <w:rsid w:val="0007061F"/>
    <w:rsid w:val="00073FD8"/>
    <w:rsid w:val="00074D70"/>
    <w:rsid w:val="000866FA"/>
    <w:rsid w:val="000970B6"/>
    <w:rsid w:val="000A39E5"/>
    <w:rsid w:val="000B1681"/>
    <w:rsid w:val="000C0D93"/>
    <w:rsid w:val="000C494A"/>
    <w:rsid w:val="000D04C7"/>
    <w:rsid w:val="000D4B94"/>
    <w:rsid w:val="000D60C6"/>
    <w:rsid w:val="000E5E58"/>
    <w:rsid w:val="000F7516"/>
    <w:rsid w:val="00100388"/>
    <w:rsid w:val="0010657C"/>
    <w:rsid w:val="001067BB"/>
    <w:rsid w:val="00110B22"/>
    <w:rsid w:val="001114FB"/>
    <w:rsid w:val="00114AF7"/>
    <w:rsid w:val="00117C12"/>
    <w:rsid w:val="00131853"/>
    <w:rsid w:val="001462C3"/>
    <w:rsid w:val="001507B1"/>
    <w:rsid w:val="00150BE9"/>
    <w:rsid w:val="001524A7"/>
    <w:rsid w:val="001530AE"/>
    <w:rsid w:val="0015642E"/>
    <w:rsid w:val="00160DED"/>
    <w:rsid w:val="00162408"/>
    <w:rsid w:val="00164189"/>
    <w:rsid w:val="001655A8"/>
    <w:rsid w:val="0017190C"/>
    <w:rsid w:val="00174B28"/>
    <w:rsid w:val="00180A19"/>
    <w:rsid w:val="0018557F"/>
    <w:rsid w:val="00192F5E"/>
    <w:rsid w:val="0019548F"/>
    <w:rsid w:val="00196F45"/>
    <w:rsid w:val="001A4EA1"/>
    <w:rsid w:val="001B1094"/>
    <w:rsid w:val="001B5DEF"/>
    <w:rsid w:val="001C0590"/>
    <w:rsid w:val="001C7525"/>
    <w:rsid w:val="001D2C40"/>
    <w:rsid w:val="001D58C4"/>
    <w:rsid w:val="001E659B"/>
    <w:rsid w:val="001E71EF"/>
    <w:rsid w:val="001F1839"/>
    <w:rsid w:val="00203FB1"/>
    <w:rsid w:val="00205628"/>
    <w:rsid w:val="00210540"/>
    <w:rsid w:val="00220075"/>
    <w:rsid w:val="00227C06"/>
    <w:rsid w:val="0023078A"/>
    <w:rsid w:val="00230E20"/>
    <w:rsid w:val="00234022"/>
    <w:rsid w:val="00252DD3"/>
    <w:rsid w:val="002546D5"/>
    <w:rsid w:val="002615AC"/>
    <w:rsid w:val="002619C3"/>
    <w:rsid w:val="00271CFC"/>
    <w:rsid w:val="00272077"/>
    <w:rsid w:val="002935AA"/>
    <w:rsid w:val="002A34CE"/>
    <w:rsid w:val="002B16F1"/>
    <w:rsid w:val="002B2B26"/>
    <w:rsid w:val="002B4BBE"/>
    <w:rsid w:val="002B5059"/>
    <w:rsid w:val="002B7F02"/>
    <w:rsid w:val="002C48CB"/>
    <w:rsid w:val="002C7C2A"/>
    <w:rsid w:val="002D34CD"/>
    <w:rsid w:val="002F24AF"/>
    <w:rsid w:val="00305318"/>
    <w:rsid w:val="0030644C"/>
    <w:rsid w:val="00306ED3"/>
    <w:rsid w:val="00321ACE"/>
    <w:rsid w:val="00322952"/>
    <w:rsid w:val="003274D8"/>
    <w:rsid w:val="003302D7"/>
    <w:rsid w:val="00331A0D"/>
    <w:rsid w:val="003342B2"/>
    <w:rsid w:val="00337087"/>
    <w:rsid w:val="00347B5D"/>
    <w:rsid w:val="003621D5"/>
    <w:rsid w:val="00373861"/>
    <w:rsid w:val="00375EA1"/>
    <w:rsid w:val="0037671B"/>
    <w:rsid w:val="00386C0D"/>
    <w:rsid w:val="00392D7C"/>
    <w:rsid w:val="003A3295"/>
    <w:rsid w:val="003A428B"/>
    <w:rsid w:val="003A6B49"/>
    <w:rsid w:val="003C36B6"/>
    <w:rsid w:val="003C6C76"/>
    <w:rsid w:val="003D0D80"/>
    <w:rsid w:val="003D4DF6"/>
    <w:rsid w:val="003D53B3"/>
    <w:rsid w:val="003E2852"/>
    <w:rsid w:val="003F0F92"/>
    <w:rsid w:val="003F548E"/>
    <w:rsid w:val="00407CB4"/>
    <w:rsid w:val="004145A2"/>
    <w:rsid w:val="00425C22"/>
    <w:rsid w:val="00425D17"/>
    <w:rsid w:val="004322CC"/>
    <w:rsid w:val="00433094"/>
    <w:rsid w:val="00433975"/>
    <w:rsid w:val="004342DD"/>
    <w:rsid w:val="00446A91"/>
    <w:rsid w:val="0046533A"/>
    <w:rsid w:val="004679A5"/>
    <w:rsid w:val="00476C68"/>
    <w:rsid w:val="00480B93"/>
    <w:rsid w:val="0048390D"/>
    <w:rsid w:val="00484994"/>
    <w:rsid w:val="00486C94"/>
    <w:rsid w:val="00495041"/>
    <w:rsid w:val="0049614C"/>
    <w:rsid w:val="004961CA"/>
    <w:rsid w:val="004B4843"/>
    <w:rsid w:val="004C0FDD"/>
    <w:rsid w:val="004C422F"/>
    <w:rsid w:val="004D3A0A"/>
    <w:rsid w:val="004D451C"/>
    <w:rsid w:val="004D7E6F"/>
    <w:rsid w:val="004E4BD2"/>
    <w:rsid w:val="004E6DCB"/>
    <w:rsid w:val="004E6EBD"/>
    <w:rsid w:val="004F4127"/>
    <w:rsid w:val="005016E2"/>
    <w:rsid w:val="005034C1"/>
    <w:rsid w:val="0051203D"/>
    <w:rsid w:val="0051295E"/>
    <w:rsid w:val="00512C02"/>
    <w:rsid w:val="005134C8"/>
    <w:rsid w:val="00517CF9"/>
    <w:rsid w:val="005279F9"/>
    <w:rsid w:val="005343E1"/>
    <w:rsid w:val="005355E3"/>
    <w:rsid w:val="005507D4"/>
    <w:rsid w:val="0055132F"/>
    <w:rsid w:val="005624EA"/>
    <w:rsid w:val="00571481"/>
    <w:rsid w:val="00573792"/>
    <w:rsid w:val="00575DF0"/>
    <w:rsid w:val="00577B63"/>
    <w:rsid w:val="005A0B09"/>
    <w:rsid w:val="005A14C6"/>
    <w:rsid w:val="005A1BBD"/>
    <w:rsid w:val="005A2656"/>
    <w:rsid w:val="005A4D54"/>
    <w:rsid w:val="005B68C7"/>
    <w:rsid w:val="005B7E0C"/>
    <w:rsid w:val="005C0E66"/>
    <w:rsid w:val="005E6A8D"/>
    <w:rsid w:val="005F34F6"/>
    <w:rsid w:val="00601EF0"/>
    <w:rsid w:val="00606917"/>
    <w:rsid w:val="00616917"/>
    <w:rsid w:val="00617299"/>
    <w:rsid w:val="00625420"/>
    <w:rsid w:val="006313BA"/>
    <w:rsid w:val="0063622D"/>
    <w:rsid w:val="00636782"/>
    <w:rsid w:val="006369DA"/>
    <w:rsid w:val="00637B28"/>
    <w:rsid w:val="006407B5"/>
    <w:rsid w:val="006421F9"/>
    <w:rsid w:val="00643D82"/>
    <w:rsid w:val="00647B1C"/>
    <w:rsid w:val="00655E92"/>
    <w:rsid w:val="00655F77"/>
    <w:rsid w:val="00666CB5"/>
    <w:rsid w:val="006722F6"/>
    <w:rsid w:val="0067430A"/>
    <w:rsid w:val="0068089A"/>
    <w:rsid w:val="00682876"/>
    <w:rsid w:val="006867D4"/>
    <w:rsid w:val="00690F29"/>
    <w:rsid w:val="00695782"/>
    <w:rsid w:val="00697179"/>
    <w:rsid w:val="006A05A0"/>
    <w:rsid w:val="006D35E1"/>
    <w:rsid w:val="006E6489"/>
    <w:rsid w:val="006F7CC0"/>
    <w:rsid w:val="006F7FC9"/>
    <w:rsid w:val="00712B03"/>
    <w:rsid w:val="007232F1"/>
    <w:rsid w:val="00723B03"/>
    <w:rsid w:val="007443AE"/>
    <w:rsid w:val="00744822"/>
    <w:rsid w:val="007456F5"/>
    <w:rsid w:val="00773FC0"/>
    <w:rsid w:val="00785C95"/>
    <w:rsid w:val="00786256"/>
    <w:rsid w:val="007A0ED7"/>
    <w:rsid w:val="007A2976"/>
    <w:rsid w:val="007A59D3"/>
    <w:rsid w:val="007A648C"/>
    <w:rsid w:val="007A66D9"/>
    <w:rsid w:val="007B73E0"/>
    <w:rsid w:val="007C4BF8"/>
    <w:rsid w:val="007C769A"/>
    <w:rsid w:val="007D14C7"/>
    <w:rsid w:val="007D49B2"/>
    <w:rsid w:val="007D6D76"/>
    <w:rsid w:val="007E0A9B"/>
    <w:rsid w:val="007E797B"/>
    <w:rsid w:val="007F5A9A"/>
    <w:rsid w:val="00803EB6"/>
    <w:rsid w:val="008104C3"/>
    <w:rsid w:val="00811E6C"/>
    <w:rsid w:val="0082295A"/>
    <w:rsid w:val="008267CD"/>
    <w:rsid w:val="00832E36"/>
    <w:rsid w:val="0083639D"/>
    <w:rsid w:val="008425F8"/>
    <w:rsid w:val="008453F2"/>
    <w:rsid w:val="008464F4"/>
    <w:rsid w:val="008465FA"/>
    <w:rsid w:val="008565BE"/>
    <w:rsid w:val="00860C27"/>
    <w:rsid w:val="00861670"/>
    <w:rsid w:val="00873FA7"/>
    <w:rsid w:val="0088486C"/>
    <w:rsid w:val="00891C14"/>
    <w:rsid w:val="00895027"/>
    <w:rsid w:val="008A5B94"/>
    <w:rsid w:val="008A6A51"/>
    <w:rsid w:val="008B0033"/>
    <w:rsid w:val="008B2A96"/>
    <w:rsid w:val="008B3AA0"/>
    <w:rsid w:val="008B62B8"/>
    <w:rsid w:val="008C5BB4"/>
    <w:rsid w:val="008D480A"/>
    <w:rsid w:val="008E6BC3"/>
    <w:rsid w:val="008F046D"/>
    <w:rsid w:val="008F283E"/>
    <w:rsid w:val="008F4C45"/>
    <w:rsid w:val="00905D7B"/>
    <w:rsid w:val="00916B65"/>
    <w:rsid w:val="00917CAE"/>
    <w:rsid w:val="00927312"/>
    <w:rsid w:val="00940A3E"/>
    <w:rsid w:val="00942FA3"/>
    <w:rsid w:val="00952239"/>
    <w:rsid w:val="009536F1"/>
    <w:rsid w:val="009574C5"/>
    <w:rsid w:val="00964B55"/>
    <w:rsid w:val="00973569"/>
    <w:rsid w:val="00973FB1"/>
    <w:rsid w:val="0097717E"/>
    <w:rsid w:val="009851CB"/>
    <w:rsid w:val="0099113C"/>
    <w:rsid w:val="00995FE5"/>
    <w:rsid w:val="00997535"/>
    <w:rsid w:val="009A2DA7"/>
    <w:rsid w:val="009A4864"/>
    <w:rsid w:val="009C2890"/>
    <w:rsid w:val="009D3C65"/>
    <w:rsid w:val="009D48B4"/>
    <w:rsid w:val="009D5BEF"/>
    <w:rsid w:val="009D75B5"/>
    <w:rsid w:val="009E6A2B"/>
    <w:rsid w:val="009F2308"/>
    <w:rsid w:val="00A02043"/>
    <w:rsid w:val="00A07166"/>
    <w:rsid w:val="00A17229"/>
    <w:rsid w:val="00A17607"/>
    <w:rsid w:val="00A23BF7"/>
    <w:rsid w:val="00A40D8E"/>
    <w:rsid w:val="00A45E26"/>
    <w:rsid w:val="00A47397"/>
    <w:rsid w:val="00A60A6A"/>
    <w:rsid w:val="00A63D7C"/>
    <w:rsid w:val="00A73E2A"/>
    <w:rsid w:val="00A769F3"/>
    <w:rsid w:val="00A900D2"/>
    <w:rsid w:val="00A9477B"/>
    <w:rsid w:val="00A947D8"/>
    <w:rsid w:val="00AA327E"/>
    <w:rsid w:val="00AA71FA"/>
    <w:rsid w:val="00AA773E"/>
    <w:rsid w:val="00AB33F6"/>
    <w:rsid w:val="00AB43D7"/>
    <w:rsid w:val="00AB6DCD"/>
    <w:rsid w:val="00AC200B"/>
    <w:rsid w:val="00AC22CE"/>
    <w:rsid w:val="00AC5F2E"/>
    <w:rsid w:val="00AD4CEF"/>
    <w:rsid w:val="00AD53A2"/>
    <w:rsid w:val="00AD5FB8"/>
    <w:rsid w:val="00AE519F"/>
    <w:rsid w:val="00B01C1A"/>
    <w:rsid w:val="00B039EE"/>
    <w:rsid w:val="00B072D2"/>
    <w:rsid w:val="00B16117"/>
    <w:rsid w:val="00B23459"/>
    <w:rsid w:val="00B23F96"/>
    <w:rsid w:val="00B3066B"/>
    <w:rsid w:val="00B313C9"/>
    <w:rsid w:val="00B34443"/>
    <w:rsid w:val="00B3664A"/>
    <w:rsid w:val="00B37F17"/>
    <w:rsid w:val="00B42479"/>
    <w:rsid w:val="00B42CD1"/>
    <w:rsid w:val="00B430E2"/>
    <w:rsid w:val="00B600A8"/>
    <w:rsid w:val="00B603B7"/>
    <w:rsid w:val="00B73F32"/>
    <w:rsid w:val="00B815E4"/>
    <w:rsid w:val="00B81920"/>
    <w:rsid w:val="00B87E9F"/>
    <w:rsid w:val="00B91A2C"/>
    <w:rsid w:val="00BA1A9F"/>
    <w:rsid w:val="00BA1C67"/>
    <w:rsid w:val="00BA7AF5"/>
    <w:rsid w:val="00BB008B"/>
    <w:rsid w:val="00BB52BA"/>
    <w:rsid w:val="00BC03E6"/>
    <w:rsid w:val="00BC1FEA"/>
    <w:rsid w:val="00BD1858"/>
    <w:rsid w:val="00BD4199"/>
    <w:rsid w:val="00BE0F53"/>
    <w:rsid w:val="00BE5C99"/>
    <w:rsid w:val="00BF5F3C"/>
    <w:rsid w:val="00C04B44"/>
    <w:rsid w:val="00C16863"/>
    <w:rsid w:val="00C17A44"/>
    <w:rsid w:val="00C419F7"/>
    <w:rsid w:val="00C43793"/>
    <w:rsid w:val="00C51ACD"/>
    <w:rsid w:val="00C53C15"/>
    <w:rsid w:val="00C61BC5"/>
    <w:rsid w:val="00C62D78"/>
    <w:rsid w:val="00C66CC3"/>
    <w:rsid w:val="00C7189A"/>
    <w:rsid w:val="00C7339B"/>
    <w:rsid w:val="00C815B9"/>
    <w:rsid w:val="00C8347E"/>
    <w:rsid w:val="00C84DC8"/>
    <w:rsid w:val="00C8637E"/>
    <w:rsid w:val="00C919F4"/>
    <w:rsid w:val="00C91A73"/>
    <w:rsid w:val="00C9617C"/>
    <w:rsid w:val="00C96BC2"/>
    <w:rsid w:val="00CA5037"/>
    <w:rsid w:val="00CB13FF"/>
    <w:rsid w:val="00CB4962"/>
    <w:rsid w:val="00CC2DAD"/>
    <w:rsid w:val="00CC492A"/>
    <w:rsid w:val="00CC5E4D"/>
    <w:rsid w:val="00CD59AE"/>
    <w:rsid w:val="00CD5EFE"/>
    <w:rsid w:val="00CE338B"/>
    <w:rsid w:val="00CF0104"/>
    <w:rsid w:val="00CF1E50"/>
    <w:rsid w:val="00CF6140"/>
    <w:rsid w:val="00D00034"/>
    <w:rsid w:val="00D023C6"/>
    <w:rsid w:val="00D0638A"/>
    <w:rsid w:val="00D07332"/>
    <w:rsid w:val="00D13F1E"/>
    <w:rsid w:val="00D2439B"/>
    <w:rsid w:val="00D3601A"/>
    <w:rsid w:val="00D36305"/>
    <w:rsid w:val="00D40A24"/>
    <w:rsid w:val="00D443B6"/>
    <w:rsid w:val="00D46A4A"/>
    <w:rsid w:val="00D5533B"/>
    <w:rsid w:val="00D61DBF"/>
    <w:rsid w:val="00D6219B"/>
    <w:rsid w:val="00D63F3E"/>
    <w:rsid w:val="00D662EC"/>
    <w:rsid w:val="00D6665E"/>
    <w:rsid w:val="00D67BC2"/>
    <w:rsid w:val="00D8174F"/>
    <w:rsid w:val="00D837EC"/>
    <w:rsid w:val="00D93EC2"/>
    <w:rsid w:val="00D94FBF"/>
    <w:rsid w:val="00D97233"/>
    <w:rsid w:val="00D97F8D"/>
    <w:rsid w:val="00DA2FB1"/>
    <w:rsid w:val="00DA36B1"/>
    <w:rsid w:val="00DA7425"/>
    <w:rsid w:val="00DA76AC"/>
    <w:rsid w:val="00DB22C3"/>
    <w:rsid w:val="00DB4D36"/>
    <w:rsid w:val="00DC2597"/>
    <w:rsid w:val="00DD2FF7"/>
    <w:rsid w:val="00DD7CFB"/>
    <w:rsid w:val="00DF07AC"/>
    <w:rsid w:val="00DF17B4"/>
    <w:rsid w:val="00DF4B26"/>
    <w:rsid w:val="00E02D1D"/>
    <w:rsid w:val="00E03BD3"/>
    <w:rsid w:val="00E15607"/>
    <w:rsid w:val="00E203B4"/>
    <w:rsid w:val="00E240F2"/>
    <w:rsid w:val="00E248EC"/>
    <w:rsid w:val="00E24C57"/>
    <w:rsid w:val="00E50724"/>
    <w:rsid w:val="00E54A33"/>
    <w:rsid w:val="00E6176B"/>
    <w:rsid w:val="00E657D2"/>
    <w:rsid w:val="00E66191"/>
    <w:rsid w:val="00E71D22"/>
    <w:rsid w:val="00E74634"/>
    <w:rsid w:val="00E746C6"/>
    <w:rsid w:val="00E752CB"/>
    <w:rsid w:val="00E8350E"/>
    <w:rsid w:val="00E8411B"/>
    <w:rsid w:val="00E9338F"/>
    <w:rsid w:val="00E97F52"/>
    <w:rsid w:val="00EB68E9"/>
    <w:rsid w:val="00EC4E3A"/>
    <w:rsid w:val="00ED5D22"/>
    <w:rsid w:val="00ED5F68"/>
    <w:rsid w:val="00EE179D"/>
    <w:rsid w:val="00EE6853"/>
    <w:rsid w:val="00EF6CED"/>
    <w:rsid w:val="00F036E3"/>
    <w:rsid w:val="00F047AF"/>
    <w:rsid w:val="00F079F8"/>
    <w:rsid w:val="00F20623"/>
    <w:rsid w:val="00F22098"/>
    <w:rsid w:val="00F364F5"/>
    <w:rsid w:val="00F450B5"/>
    <w:rsid w:val="00F46D9E"/>
    <w:rsid w:val="00F47605"/>
    <w:rsid w:val="00F57AC7"/>
    <w:rsid w:val="00F63CDD"/>
    <w:rsid w:val="00F67500"/>
    <w:rsid w:val="00F70340"/>
    <w:rsid w:val="00F73EBB"/>
    <w:rsid w:val="00F74F05"/>
    <w:rsid w:val="00F762E8"/>
    <w:rsid w:val="00F80495"/>
    <w:rsid w:val="00F859B9"/>
    <w:rsid w:val="00F859C3"/>
    <w:rsid w:val="00F93953"/>
    <w:rsid w:val="00F93C2B"/>
    <w:rsid w:val="00F93C81"/>
    <w:rsid w:val="00FB77C0"/>
    <w:rsid w:val="00FC19FD"/>
    <w:rsid w:val="00FC441D"/>
    <w:rsid w:val="00FC7EF3"/>
    <w:rsid w:val="00FD26A4"/>
    <w:rsid w:val="00FD4DFD"/>
    <w:rsid w:val="00FD5A02"/>
    <w:rsid w:val="00FD60BB"/>
    <w:rsid w:val="00FE20B8"/>
    <w:rsid w:val="00FF537B"/>
    <w:rsid w:val="00FF5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BA5018-B646-401F-AEE0-3BE741C7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920"/>
    <w:rPr>
      <w:sz w:val="24"/>
      <w:szCs w:val="24"/>
    </w:rPr>
  </w:style>
  <w:style w:type="paragraph" w:styleId="Cabealho2">
    <w:name w:val="heading 2"/>
    <w:basedOn w:val="Normal"/>
    <w:next w:val="Normal"/>
    <w:link w:val="Cabealho2Carter"/>
    <w:rsid w:val="008B3AA0"/>
    <w:pPr>
      <w:keepNext/>
      <w:suppressAutoHyphens/>
      <w:autoSpaceDN w:val="0"/>
      <w:spacing w:before="240" w:after="60" w:line="276" w:lineRule="auto"/>
      <w:textAlignment w:val="baseline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rsid w:val="00110B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rsid w:val="00B8192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arter"/>
    <w:uiPriority w:val="99"/>
    <w:rsid w:val="00B81920"/>
    <w:pPr>
      <w:tabs>
        <w:tab w:val="center" w:pos="4419"/>
        <w:tab w:val="right" w:pos="8838"/>
      </w:tabs>
    </w:pPr>
  </w:style>
  <w:style w:type="character" w:styleId="Hiperligao">
    <w:name w:val="Hyperlink"/>
    <w:basedOn w:val="Tipodeletrapredefinidodopargrafo"/>
    <w:rsid w:val="00B81920"/>
    <w:rPr>
      <w:color w:val="0000FF"/>
      <w:u w:val="single"/>
    </w:rPr>
  </w:style>
  <w:style w:type="paragraph" w:styleId="NormalWeb">
    <w:name w:val="Normal (Web)"/>
    <w:basedOn w:val="Normal"/>
    <w:rsid w:val="002C7C2A"/>
    <w:pPr>
      <w:spacing w:before="100" w:beforeAutospacing="1" w:after="100" w:afterAutospacing="1"/>
    </w:pPr>
  </w:style>
  <w:style w:type="character" w:styleId="Forte">
    <w:name w:val="Strong"/>
    <w:basedOn w:val="Tipodeletrapredefinidodopargrafo"/>
    <w:qFormat/>
    <w:rsid w:val="002C7C2A"/>
    <w:rPr>
      <w:b/>
      <w:bCs/>
    </w:rPr>
  </w:style>
  <w:style w:type="character" w:customStyle="1" w:styleId="txt1">
    <w:name w:val="txt1"/>
    <w:basedOn w:val="Tipodeletrapredefinidodopargrafo"/>
    <w:rsid w:val="002C7C2A"/>
    <w:rPr>
      <w:rFonts w:ascii="Verdana" w:hAnsi="Verdana" w:hint="default"/>
      <w:strike w:val="0"/>
      <w:dstrike w:val="0"/>
      <w:color w:val="000000"/>
      <w:sz w:val="15"/>
      <w:szCs w:val="15"/>
      <w:u w:val="none"/>
      <w:effect w:val="none"/>
    </w:rPr>
  </w:style>
  <w:style w:type="paragraph" w:styleId="HTMLpr-formatado">
    <w:name w:val="HTML Preformatted"/>
    <w:basedOn w:val="Normal"/>
    <w:rsid w:val="005714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vanodecorpodetexto">
    <w:name w:val="Body Text Indent"/>
    <w:basedOn w:val="Normal"/>
    <w:rsid w:val="00697179"/>
    <w:pPr>
      <w:widowControl w:val="0"/>
      <w:tabs>
        <w:tab w:val="left" w:pos="85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ind w:left="851" w:hanging="851"/>
      <w:jc w:val="both"/>
    </w:pPr>
    <w:rPr>
      <w:sz w:val="28"/>
      <w:szCs w:val="20"/>
    </w:rPr>
  </w:style>
  <w:style w:type="paragraph" w:styleId="Avanodecorpodetexto3">
    <w:name w:val="Body Text Indent 3"/>
    <w:basedOn w:val="Normal"/>
    <w:rsid w:val="00697179"/>
    <w:pPr>
      <w:spacing w:after="120"/>
      <w:ind w:left="283"/>
    </w:pPr>
    <w:rPr>
      <w:sz w:val="16"/>
      <w:szCs w:val="16"/>
    </w:rPr>
  </w:style>
  <w:style w:type="paragraph" w:styleId="Corpodetexto">
    <w:name w:val="Body Text"/>
    <w:basedOn w:val="Normal"/>
    <w:rsid w:val="00697179"/>
    <w:pPr>
      <w:spacing w:after="120"/>
    </w:pPr>
  </w:style>
  <w:style w:type="paragraph" w:styleId="Corpodetexto3">
    <w:name w:val="Body Text 3"/>
    <w:basedOn w:val="Normal"/>
    <w:rsid w:val="00697179"/>
    <w:pPr>
      <w:spacing w:after="120"/>
    </w:pPr>
    <w:rPr>
      <w:sz w:val="16"/>
      <w:szCs w:val="16"/>
    </w:rPr>
  </w:style>
  <w:style w:type="paragraph" w:styleId="PargrafodaLista">
    <w:name w:val="List Paragraph"/>
    <w:basedOn w:val="Normal"/>
    <w:uiPriority w:val="34"/>
    <w:qFormat/>
    <w:rsid w:val="00DB4D36"/>
    <w:pPr>
      <w:ind w:left="708"/>
    </w:pPr>
  </w:style>
  <w:style w:type="paragraph" w:styleId="Textosimples">
    <w:name w:val="Plain Text"/>
    <w:basedOn w:val="Normal"/>
    <w:link w:val="TextosimplesCarter"/>
    <w:uiPriority w:val="99"/>
    <w:unhideWhenUsed/>
    <w:rsid w:val="00601EF0"/>
    <w:rPr>
      <w:rFonts w:ascii="Consolas" w:eastAsia="Calibri" w:hAnsi="Consolas"/>
      <w:sz w:val="21"/>
      <w:szCs w:val="21"/>
      <w:lang w:eastAsia="en-US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601EF0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D61DBF"/>
    <w:rPr>
      <w:sz w:val="24"/>
      <w:szCs w:val="24"/>
    </w:rPr>
  </w:style>
  <w:style w:type="paragraph" w:styleId="Textodebalo">
    <w:name w:val="Balloon Text"/>
    <w:basedOn w:val="Normal"/>
    <w:link w:val="TextodebaloCarter"/>
    <w:rsid w:val="00F7034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F70340"/>
    <w:rPr>
      <w:rFonts w:ascii="Tahoma" w:hAnsi="Tahoma" w:cs="Tahoma"/>
      <w:sz w:val="16"/>
      <w:szCs w:val="16"/>
    </w:rPr>
  </w:style>
  <w:style w:type="character" w:customStyle="1" w:styleId="Cabealho2Carter">
    <w:name w:val="Cabeçalho 2 Caráter"/>
    <w:basedOn w:val="Tipodeletrapredefinidodopargrafo"/>
    <w:link w:val="Cabealho2"/>
    <w:rsid w:val="008B3AA0"/>
    <w:rPr>
      <w:rFonts w:ascii="Cambria" w:hAnsi="Cambria"/>
      <w:b/>
      <w:bCs/>
      <w:i/>
      <w:iCs/>
      <w:sz w:val="28"/>
      <w:szCs w:val="28"/>
      <w:lang w:eastAsia="en-US"/>
    </w:rPr>
  </w:style>
  <w:style w:type="paragraph" w:customStyle="1" w:styleId="TitTese">
    <w:name w:val="_TitTese"/>
    <w:basedOn w:val="Normal"/>
    <w:rsid w:val="008B3AA0"/>
    <w:pPr>
      <w:suppressAutoHyphens/>
      <w:autoSpaceDN w:val="0"/>
      <w:spacing w:before="360" w:after="240"/>
      <w:jc w:val="both"/>
      <w:textAlignment w:val="baseline"/>
    </w:pPr>
    <w:rPr>
      <w:rFonts w:ascii="Arial" w:hAnsi="Arial" w:cs="Arial"/>
      <w:b/>
    </w:rPr>
  </w:style>
  <w:style w:type="paragraph" w:customStyle="1" w:styleId="CitadoTese">
    <w:name w:val="_CitadoTese"/>
    <w:basedOn w:val="Normal"/>
    <w:rsid w:val="008B3AA0"/>
    <w:pPr>
      <w:suppressAutoHyphens/>
      <w:autoSpaceDE w:val="0"/>
      <w:autoSpaceDN w:val="0"/>
      <w:spacing w:after="360" w:line="276" w:lineRule="auto"/>
      <w:ind w:left="2552"/>
      <w:jc w:val="both"/>
      <w:textAlignment w:val="baseline"/>
    </w:pPr>
    <w:rPr>
      <w:rFonts w:ascii="Arial" w:hAnsi="Arial" w:cs="Arial"/>
    </w:rPr>
  </w:style>
  <w:style w:type="paragraph" w:customStyle="1" w:styleId="PadraoTese">
    <w:name w:val="__PadraoTese"/>
    <w:basedOn w:val="Normal"/>
    <w:rsid w:val="008B3AA0"/>
    <w:pPr>
      <w:suppressAutoHyphens/>
      <w:autoSpaceDN w:val="0"/>
      <w:spacing w:after="240" w:line="360" w:lineRule="auto"/>
      <w:ind w:left="170" w:firstLine="567"/>
      <w:jc w:val="both"/>
      <w:textAlignment w:val="baseline"/>
    </w:pPr>
    <w:rPr>
      <w:rFonts w:ascii="Arial" w:hAnsi="Arial" w:cs="Arial"/>
    </w:rPr>
  </w:style>
  <w:style w:type="paragraph" w:customStyle="1" w:styleId="unnamed1">
    <w:name w:val="unnamed1"/>
    <w:basedOn w:val="Normal"/>
    <w:rsid w:val="008B3AA0"/>
    <w:pPr>
      <w:suppressAutoHyphens/>
      <w:autoSpaceDN w:val="0"/>
      <w:spacing w:before="100" w:after="100" w:line="480" w:lineRule="atLeast"/>
      <w:textAlignment w:val="baseline"/>
    </w:pPr>
    <w:rPr>
      <w:sz w:val="26"/>
      <w:szCs w:val="26"/>
    </w:rPr>
  </w:style>
  <w:style w:type="character" w:styleId="Hiperligaovisitada">
    <w:name w:val="FollowedHyperlink"/>
    <w:basedOn w:val="Tipodeletrapredefinidodopargrafo"/>
    <w:semiHidden/>
    <w:unhideWhenUsed/>
    <w:rsid w:val="00A17607"/>
    <w:rPr>
      <w:color w:val="800080" w:themeColor="followedHyperlink"/>
      <w:u w:val="single"/>
    </w:rPr>
  </w:style>
  <w:style w:type="paragraph" w:styleId="Textodenotaderodap">
    <w:name w:val="footnote text"/>
    <w:basedOn w:val="Normal"/>
    <w:link w:val="TextodenotaderodapCarter"/>
    <w:semiHidden/>
    <w:unhideWhenUsed/>
    <w:rsid w:val="00575DF0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575DF0"/>
  </w:style>
  <w:style w:type="character" w:styleId="Refdenotaderodap">
    <w:name w:val="footnote reference"/>
    <w:basedOn w:val="Tipodeletrapredefinidodopargrafo"/>
    <w:semiHidden/>
    <w:unhideWhenUsed/>
    <w:rsid w:val="00575DF0"/>
    <w:rPr>
      <w:vertAlign w:val="superscript"/>
    </w:rPr>
  </w:style>
  <w:style w:type="table" w:customStyle="1" w:styleId="Estilo1">
    <w:name w:val="Estilo1"/>
    <w:basedOn w:val="Tabelacontempornea"/>
    <w:uiPriority w:val="99"/>
    <w:qFormat/>
    <w:rsid w:val="007E797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contempornea">
    <w:name w:val="Table Contemporary"/>
    <w:basedOn w:val="Tabelanormal"/>
    <w:semiHidden/>
    <w:unhideWhenUsed/>
    <w:rsid w:val="007E797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3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2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0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3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8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15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7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84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5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06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0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92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05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2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6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4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9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1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0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1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1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9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1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53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6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6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9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5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8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63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66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8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77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9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1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0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2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8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5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1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96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76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4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6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6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67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6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54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0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9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5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7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3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6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79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7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7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1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8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7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urceforge.net/projects/celesti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eus%20documentos\IC_modeloI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58D1A-B47F-42C9-AB5B-BAE8ED653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IC_modeloI</Template>
  <TotalTime>70</TotalTime>
  <Pages>3</Pages>
  <Words>767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Informações pessoais</vt:lpstr>
    </vt:vector>
  </TitlesOfParts>
  <Company/>
  <LinksUpToDate>false</LinksUpToDate>
  <CharactersWithSpaces>4903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Informações pessoais</dc:title>
  <dc:creator>Dilermando</dc:creator>
  <cp:lastModifiedBy>Cheyenne</cp:lastModifiedBy>
  <cp:revision>22</cp:revision>
  <cp:lastPrinted>2014-01-22T11:52:00Z</cp:lastPrinted>
  <dcterms:created xsi:type="dcterms:W3CDTF">2014-07-31T15:00:00Z</dcterms:created>
  <dcterms:modified xsi:type="dcterms:W3CDTF">2014-09-08T19:50:00Z</dcterms:modified>
</cp:coreProperties>
</file>